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935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226A9A" w:rsidRPr="00421618" w14:paraId="1C7DE91F" w14:textId="77777777" w:rsidTr="00385871">
        <w:tc>
          <w:tcPr>
            <w:tcW w:w="9640" w:type="dxa"/>
          </w:tcPr>
          <w:p w14:paraId="164C6A7C" w14:textId="77777777" w:rsidR="00226A9A" w:rsidRPr="00421618" w:rsidRDefault="00226A9A" w:rsidP="00385871">
            <w:pPr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  <w:r w:rsidRPr="00421618">
              <w:rPr>
                <w:rFonts w:ascii="Century Gothic" w:hAnsi="Century Gothic"/>
                <w:bCs/>
                <w:sz w:val="28"/>
                <w:szCs w:val="28"/>
              </w:rPr>
              <w:t>Prénom : ____________                               Date : ______________________</w:t>
            </w:r>
          </w:p>
          <w:p w14:paraId="0C9DC7E7" w14:textId="77777777" w:rsidR="00226A9A" w:rsidRPr="00421618" w:rsidRDefault="00226A9A" w:rsidP="00385871">
            <w:pPr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  <w:p w14:paraId="1C0AACE1" w14:textId="77777777" w:rsidR="00226A9A" w:rsidRPr="00421618" w:rsidRDefault="00421618" w:rsidP="00385871">
            <w:pPr>
              <w:jc w:val="center"/>
              <w:rPr>
                <w:rFonts w:ascii="Century Gothic" w:hAnsi="Century Gothic"/>
                <w:bCs/>
                <w:sz w:val="28"/>
                <w:szCs w:val="28"/>
                <w:u w:val="single"/>
              </w:rPr>
            </w:pPr>
            <w:r w:rsidRPr="00421618">
              <w:rPr>
                <w:rFonts w:ascii="Century Gothic" w:hAnsi="Century Gothic"/>
                <w:bCs/>
                <w:sz w:val="28"/>
                <w:szCs w:val="28"/>
                <w:u w:val="single"/>
              </w:rPr>
              <w:t>Contrôle : l’électricité</w:t>
            </w:r>
          </w:p>
          <w:p w14:paraId="609703E9" w14:textId="77777777" w:rsidR="00226A9A" w:rsidRPr="00421618" w:rsidRDefault="00226A9A" w:rsidP="00385871">
            <w:pPr>
              <w:jc w:val="both"/>
              <w:rPr>
                <w:rFonts w:ascii="Century Gothic" w:hAnsi="Century Gothic"/>
                <w:bCs/>
                <w:sz w:val="28"/>
                <w:szCs w:val="28"/>
              </w:rPr>
            </w:pPr>
          </w:p>
        </w:tc>
      </w:tr>
    </w:tbl>
    <w:p w14:paraId="25651E2F" w14:textId="77777777" w:rsidR="00C7530D" w:rsidRPr="00421618" w:rsidRDefault="00C7530D">
      <w:pPr>
        <w:rPr>
          <w:rFonts w:ascii="Century Gothic" w:hAnsi="Century Gothic"/>
        </w:rPr>
      </w:pPr>
    </w:p>
    <w:p w14:paraId="3343B556" w14:textId="77777777" w:rsidR="00421618" w:rsidRDefault="00421618" w:rsidP="00421618">
      <w:pPr>
        <w:pStyle w:val="Paragraphedeliste"/>
        <w:numPr>
          <w:ilvl w:val="0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Trouve le bon terme.</w:t>
      </w:r>
    </w:p>
    <w:p w14:paraId="479069ED" w14:textId="77777777" w:rsidR="00421618" w:rsidRDefault="00421618" w:rsidP="00421618">
      <w:pPr>
        <w:pStyle w:val="Paragraphedeliste"/>
        <w:numPr>
          <w:ilvl w:val="1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Un matériau ……………………… est un matériau qui conduit l’électricité.</w:t>
      </w:r>
    </w:p>
    <w:p w14:paraId="0A3C8018" w14:textId="77777777" w:rsidR="00421618" w:rsidRDefault="00421618" w:rsidP="00421618">
      <w:pPr>
        <w:pStyle w:val="Paragraphedeliste"/>
        <w:numPr>
          <w:ilvl w:val="1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Un matériau ……………………… est un matériau qui bloque le passage de l’électricité.</w:t>
      </w:r>
    </w:p>
    <w:p w14:paraId="4E0AC7C6" w14:textId="77777777" w:rsidR="00421618" w:rsidRDefault="00421618" w:rsidP="00421618">
      <w:pPr>
        <w:pStyle w:val="Paragraphedeliste"/>
        <w:numPr>
          <w:ilvl w:val="0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Vrai ou faux ?</w:t>
      </w:r>
    </w:p>
    <w:p w14:paraId="0E9ED378" w14:textId="77777777" w:rsidR="00421618" w:rsidRDefault="00421618" w:rsidP="00421618">
      <w:pPr>
        <w:pStyle w:val="Paragraphedeliste"/>
        <w:numPr>
          <w:ilvl w:val="1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Le verre est isolant :</w:t>
      </w:r>
    </w:p>
    <w:p w14:paraId="7E236294" w14:textId="77777777" w:rsidR="00421618" w:rsidRDefault="00421618" w:rsidP="00421618">
      <w:pPr>
        <w:pStyle w:val="Paragraphedeliste"/>
        <w:numPr>
          <w:ilvl w:val="1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Le bois est conducteur :</w:t>
      </w:r>
    </w:p>
    <w:p w14:paraId="2E89CC9D" w14:textId="77777777" w:rsidR="00421618" w:rsidRDefault="00421618" w:rsidP="00421618">
      <w:pPr>
        <w:pStyle w:val="Paragraphedeliste"/>
        <w:numPr>
          <w:ilvl w:val="1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L’or est conducteur : </w:t>
      </w:r>
    </w:p>
    <w:p w14:paraId="777B7ED2" w14:textId="77777777" w:rsidR="00421618" w:rsidRDefault="00421618" w:rsidP="00421618">
      <w:pPr>
        <w:pStyle w:val="Paragraphedeliste"/>
        <w:numPr>
          <w:ilvl w:val="1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Le corps humain est conducteur :</w:t>
      </w:r>
    </w:p>
    <w:p w14:paraId="57BD2BAF" w14:textId="77777777" w:rsidR="00421618" w:rsidRDefault="00421618" w:rsidP="00421618">
      <w:pPr>
        <w:pStyle w:val="Paragraphedeliste"/>
        <w:numPr>
          <w:ilvl w:val="1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Le papier est isolant :</w:t>
      </w:r>
    </w:p>
    <w:p w14:paraId="0F41B9E9" w14:textId="77777777" w:rsidR="00421618" w:rsidRDefault="00421618" w:rsidP="00421618">
      <w:pPr>
        <w:pStyle w:val="Paragraphedeliste"/>
        <w:numPr>
          <w:ilvl w:val="0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Qui commercialisa l’ampoule ? …………………………………….</w:t>
      </w:r>
    </w:p>
    <w:p w14:paraId="6785D13F" w14:textId="77777777" w:rsidR="00421618" w:rsidRDefault="00421618" w:rsidP="00421618">
      <w:pPr>
        <w:pStyle w:val="Paragraphedeliste"/>
        <w:numPr>
          <w:ilvl w:val="0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En quelle année ?........................................</w:t>
      </w:r>
    </w:p>
    <w:p w14:paraId="13B9412B" w14:textId="77777777" w:rsidR="00421618" w:rsidRDefault="00421618" w:rsidP="00421618">
      <w:pPr>
        <w:pStyle w:val="Paragraphedeliste"/>
        <w:numPr>
          <w:ilvl w:val="0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Cite deux types d’énergie et leur provenance :</w:t>
      </w:r>
    </w:p>
    <w:p w14:paraId="4505DBF2" w14:textId="77777777" w:rsidR="00421618" w:rsidRDefault="00421618" w:rsidP="00421618">
      <w:pPr>
        <w:pStyle w:val="Paragraphedeliste"/>
        <w:numPr>
          <w:ilvl w:val="1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…………………….. : ………………………</w:t>
      </w:r>
    </w:p>
    <w:p w14:paraId="0CD3BE24" w14:textId="77777777" w:rsidR="00421618" w:rsidRDefault="00421618" w:rsidP="00421618">
      <w:pPr>
        <w:pStyle w:val="Paragraphedeliste"/>
        <w:numPr>
          <w:ilvl w:val="1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…………………….. : ………………………</w:t>
      </w:r>
    </w:p>
    <w:p w14:paraId="32321BC8" w14:textId="77777777" w:rsidR="00421618" w:rsidRDefault="00421618" w:rsidP="00421618">
      <w:pPr>
        <w:pStyle w:val="Paragraphedeliste"/>
        <w:numPr>
          <w:ilvl w:val="0"/>
          <w:numId w:val="1"/>
        </w:numPr>
        <w:spacing w:line="360" w:lineRule="auto"/>
        <w:ind w:hanging="357"/>
        <w:rPr>
          <w:rFonts w:ascii="Century Gothic" w:hAnsi="Century Gothic"/>
          <w:sz w:val="28"/>
        </w:rPr>
      </w:pPr>
      <w:r>
        <w:rPr>
          <w:rFonts w:ascii="Century Gothic" w:hAnsi="Century Gothic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C9002" wp14:editId="0F0D50BB">
                <wp:simplePos x="0" y="0"/>
                <wp:positionH relativeFrom="column">
                  <wp:posOffset>3030855</wp:posOffset>
                </wp:positionH>
                <wp:positionV relativeFrom="paragraph">
                  <wp:posOffset>558012</wp:posOffset>
                </wp:positionV>
                <wp:extent cx="2039007" cy="147145"/>
                <wp:effectExtent l="0" t="0" r="75565" b="10096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007" cy="14714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1ADF5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238.65pt;margin-top:43.95pt;width:160.55pt;height:11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" strokecolor="#4579b8 [3044]" strokeweight="1.5pt">
                <v:stroke endarrow="ope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</w:rPr>
        <w:drawing>
          <wp:anchor distT="0" distB="0" distL="114300" distR="114300" simplePos="0" relativeHeight="251658240" behindDoc="0" locked="0" layoutInCell="1" allowOverlap="1" wp14:anchorId="0CDECBA9" wp14:editId="5A37CEEF">
            <wp:simplePos x="0" y="0"/>
            <wp:positionH relativeFrom="column">
              <wp:posOffset>2073910</wp:posOffset>
            </wp:positionH>
            <wp:positionV relativeFrom="paragraph">
              <wp:posOffset>504825</wp:posOffset>
            </wp:positionV>
            <wp:extent cx="1790065" cy="2580640"/>
            <wp:effectExtent l="0" t="0" r="635" b="0"/>
            <wp:wrapSquare wrapText="bothSides"/>
            <wp:docPr id="4" name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2580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28"/>
        </w:rPr>
        <w:t>Remplis le schéma de cette ampoule (uniquement les flèches).</w:t>
      </w:r>
    </w:p>
    <w:p w14:paraId="4760A40B" w14:textId="77777777" w:rsidR="00421618" w:rsidRDefault="00421618" w:rsidP="00421618">
      <w:pPr>
        <w:jc w:val="center"/>
        <w:rPr>
          <w:rFonts w:ascii="Century Gothic" w:hAnsi="Century Gothic"/>
          <w:sz w:val="28"/>
        </w:rPr>
      </w:pPr>
      <w:r>
        <w:rPr>
          <w:rFonts w:ascii="Century Gothic" w:hAnsi="Century Gothic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A9E09" wp14:editId="745D98BB">
                <wp:simplePos x="0" y="0"/>
                <wp:positionH relativeFrom="column">
                  <wp:posOffset>996950</wp:posOffset>
                </wp:positionH>
                <wp:positionV relativeFrom="paragraph">
                  <wp:posOffset>361096</wp:posOffset>
                </wp:positionV>
                <wp:extent cx="1797269" cy="0"/>
                <wp:effectExtent l="38100" t="76200" r="0" b="11430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269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8654D" id="Connecteur droit avec flèche 9" o:spid="_x0000_s1026" type="#_x0000_t32" style="position:absolute;margin-left:78.5pt;margin-top:28.45pt;width:141.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" strokecolor="#4579b8 [3044]" strokeweight="1.5pt">
                <v:stroke endarrow="ope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B9397E" wp14:editId="6DDF5E7A">
                <wp:simplePos x="0" y="0"/>
                <wp:positionH relativeFrom="column">
                  <wp:posOffset>844922</wp:posOffset>
                </wp:positionH>
                <wp:positionV relativeFrom="paragraph">
                  <wp:posOffset>2006359</wp:posOffset>
                </wp:positionV>
                <wp:extent cx="1797269" cy="0"/>
                <wp:effectExtent l="38100" t="76200" r="0" b="11430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97269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85584" id="Connecteur droit avec flèche 8" o:spid="_x0000_s1026" type="#_x0000_t32" style="position:absolute;margin-left:66.55pt;margin-top:158pt;width:141.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" strokecolor="#4579b8 [3044]" strokeweight="1.5pt">
                <v:stroke endarrow="ope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386801" wp14:editId="67FAC79A">
                <wp:simplePos x="0" y="0"/>
                <wp:positionH relativeFrom="column">
                  <wp:posOffset>2941517</wp:posOffset>
                </wp:positionH>
                <wp:positionV relativeFrom="paragraph">
                  <wp:posOffset>2295043</wp:posOffset>
                </wp:positionV>
                <wp:extent cx="2039007" cy="147145"/>
                <wp:effectExtent l="0" t="0" r="75565" b="10096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007" cy="14714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D7D979" id="Connecteur droit avec flèche 7" o:spid="_x0000_s1026" type="#_x0000_t32" style="position:absolute;margin-left:231.6pt;margin-top:180.7pt;width:160.55pt;height:11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" strokecolor="#4579b8 [3044]" strokeweight="1.5pt">
                <v:stroke endarrow="open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C8459A" wp14:editId="1022D294">
                <wp:simplePos x="0" y="0"/>
                <wp:positionH relativeFrom="column">
                  <wp:posOffset>3183255</wp:posOffset>
                </wp:positionH>
                <wp:positionV relativeFrom="paragraph">
                  <wp:posOffset>623439</wp:posOffset>
                </wp:positionV>
                <wp:extent cx="2039007" cy="147145"/>
                <wp:effectExtent l="0" t="0" r="75565" b="10096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39007" cy="147145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6E53D7" id="Connecteur droit avec flèche 6" o:spid="_x0000_s1026" type="#_x0000_t32" style="position:absolute;margin-left:250.65pt;margin-top:49.1pt;width:160.55pt;height:1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" strokecolor="#4579b8 [3044]" strokeweight="1.5pt">
                <v:stroke endarrow="open"/>
              </v:shape>
            </w:pict>
          </mc:Fallback>
        </mc:AlternateContent>
      </w:r>
    </w:p>
    <w:p w14:paraId="61821269" w14:textId="77777777" w:rsidR="00421618" w:rsidRPr="00421618" w:rsidRDefault="00421618" w:rsidP="00421618">
      <w:pPr>
        <w:rPr>
          <w:rFonts w:ascii="Century Gothic" w:hAnsi="Century Gothic"/>
          <w:sz w:val="28"/>
        </w:rPr>
      </w:pPr>
    </w:p>
    <w:p w14:paraId="56092CDF" w14:textId="77777777" w:rsidR="00421618" w:rsidRPr="00421618" w:rsidRDefault="00421618" w:rsidP="00421618">
      <w:pPr>
        <w:rPr>
          <w:rFonts w:ascii="Century Gothic" w:hAnsi="Century Gothic"/>
          <w:sz w:val="28"/>
        </w:rPr>
      </w:pPr>
    </w:p>
    <w:p w14:paraId="390B41FA" w14:textId="77777777" w:rsidR="00421618" w:rsidRPr="00421618" w:rsidRDefault="00421618" w:rsidP="00421618">
      <w:pPr>
        <w:rPr>
          <w:rFonts w:ascii="Century Gothic" w:hAnsi="Century Gothic"/>
          <w:sz w:val="28"/>
        </w:rPr>
      </w:pPr>
    </w:p>
    <w:p w14:paraId="7FEEDAEC" w14:textId="77777777" w:rsidR="00421618" w:rsidRPr="00421618" w:rsidRDefault="00421618" w:rsidP="00421618">
      <w:pPr>
        <w:rPr>
          <w:rFonts w:ascii="Century Gothic" w:hAnsi="Century Gothic"/>
          <w:sz w:val="28"/>
        </w:rPr>
      </w:pPr>
    </w:p>
    <w:p w14:paraId="09519E67" w14:textId="77777777" w:rsidR="00421618" w:rsidRPr="00421618" w:rsidRDefault="00421618" w:rsidP="00421618">
      <w:pPr>
        <w:rPr>
          <w:rFonts w:ascii="Century Gothic" w:hAnsi="Century Gothic"/>
          <w:sz w:val="28"/>
        </w:rPr>
      </w:pPr>
    </w:p>
    <w:p w14:paraId="1B3682E7" w14:textId="77777777" w:rsidR="00421618" w:rsidRPr="00421618" w:rsidRDefault="00421618" w:rsidP="00421618">
      <w:pPr>
        <w:rPr>
          <w:rFonts w:ascii="Century Gothic" w:hAnsi="Century Gothic"/>
          <w:sz w:val="28"/>
        </w:rPr>
      </w:pPr>
    </w:p>
    <w:p w14:paraId="15489536" w14:textId="77777777" w:rsidR="00421618" w:rsidRPr="00421618" w:rsidRDefault="00421618" w:rsidP="00421618">
      <w:pPr>
        <w:rPr>
          <w:rFonts w:ascii="Century Gothic" w:hAnsi="Century Gothic"/>
          <w:sz w:val="28"/>
        </w:rPr>
      </w:pPr>
    </w:p>
    <w:p w14:paraId="1C91026D" w14:textId="77777777" w:rsidR="00421618" w:rsidRPr="00421618" w:rsidRDefault="00421618" w:rsidP="00421618">
      <w:pPr>
        <w:rPr>
          <w:rFonts w:ascii="Century Gothic" w:hAnsi="Century Gothic"/>
          <w:sz w:val="28"/>
        </w:rPr>
      </w:pPr>
    </w:p>
    <w:p w14:paraId="0216BFDB" w14:textId="77777777" w:rsidR="00421618" w:rsidRDefault="00421618" w:rsidP="00421618">
      <w:pPr>
        <w:rPr>
          <w:rFonts w:ascii="Century Gothic" w:hAnsi="Century Gothic"/>
          <w:sz w:val="28"/>
        </w:rPr>
      </w:pPr>
    </w:p>
    <w:p w14:paraId="3DCAE723" w14:textId="77777777" w:rsidR="00421618" w:rsidRDefault="00421618" w:rsidP="00421618">
      <w:pPr>
        <w:pStyle w:val="Paragraphedeliste"/>
        <w:spacing w:after="200" w:line="276" w:lineRule="auto"/>
        <w:rPr>
          <w:rFonts w:ascii="Century Gothic" w:hAnsi="Century Gothic"/>
          <w:sz w:val="28"/>
        </w:rPr>
      </w:pPr>
    </w:p>
    <w:p w14:paraId="2C11F47F" w14:textId="77777777" w:rsidR="00421618" w:rsidRDefault="00421618" w:rsidP="00421618">
      <w:pPr>
        <w:pStyle w:val="Paragraphedeliste"/>
        <w:numPr>
          <w:ilvl w:val="0"/>
          <w:numId w:val="1"/>
        </w:numPr>
        <w:spacing w:after="200" w:line="276" w:lineRule="auto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lastRenderedPageBreak/>
        <w:t>Remets dans l’ordre les différentes étapes du fonctionnement d’</w:t>
      </w:r>
      <w:r w:rsidR="00904F05">
        <w:rPr>
          <w:rFonts w:ascii="Century Gothic" w:hAnsi="Century Gothic"/>
          <w:sz w:val="28"/>
        </w:rPr>
        <w:t>une ampoule (1 étant la première étape).</w:t>
      </w:r>
    </w:p>
    <w:p w14:paraId="47DD8141" w14:textId="77777777" w:rsidR="00421618" w:rsidRDefault="00904F05" w:rsidP="00904F05">
      <w:pPr>
        <w:spacing w:after="200" w:line="276" w:lineRule="auto"/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….     </w:t>
      </w:r>
      <w:r w:rsidR="00421618">
        <w:rPr>
          <w:rFonts w:ascii="Century Gothic" w:hAnsi="Century Gothic"/>
        </w:rPr>
        <w:t>L’ampoule est vissée dans le soquet à l’aide du culot.</w:t>
      </w:r>
    </w:p>
    <w:p w14:paraId="17B481A4" w14:textId="77777777" w:rsidR="00421618" w:rsidRPr="00904F05" w:rsidRDefault="00904F05" w:rsidP="00904F05">
      <w:pPr>
        <w:spacing w:after="200" w:line="276" w:lineRule="auto"/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….     </w:t>
      </w:r>
      <w:r w:rsidR="00421618">
        <w:rPr>
          <w:rFonts w:ascii="Century Gothic" w:hAnsi="Century Gothic"/>
        </w:rPr>
        <w:t>L’électricité passe dans l’ampoule jusqu’au filament qui en chauffant dégage de la lumière.</w:t>
      </w:r>
    </w:p>
    <w:p w14:paraId="02DE410E" w14:textId="77777777" w:rsidR="00421618" w:rsidRPr="00904F05" w:rsidRDefault="00904F05" w:rsidP="00904F05">
      <w:pPr>
        <w:spacing w:after="200" w:line="276" w:lineRule="auto"/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….    </w:t>
      </w:r>
      <w:r w:rsidR="00421618">
        <w:rPr>
          <w:rFonts w:ascii="Century Gothic" w:hAnsi="Century Gothic"/>
        </w:rPr>
        <w:t>Le gaz qui entoure le filament permet à ce dernier de ne pas bruler.</w:t>
      </w:r>
    </w:p>
    <w:p w14:paraId="23726CB6" w14:textId="77777777" w:rsidR="00421618" w:rsidRDefault="00904F05" w:rsidP="00904F05">
      <w:pPr>
        <w:spacing w:after="200" w:line="276" w:lineRule="auto"/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….      </w:t>
      </w:r>
      <w:r w:rsidR="00421618">
        <w:rPr>
          <w:rFonts w:ascii="Century Gothic" w:hAnsi="Century Gothic"/>
        </w:rPr>
        <w:t>L’électricité est envoyée vers l’ampoule depuis la pile</w:t>
      </w:r>
    </w:p>
    <w:p w14:paraId="77C1458D" w14:textId="77777777" w:rsidR="00421618" w:rsidRDefault="00904F05" w:rsidP="00904F05">
      <w:pPr>
        <w:spacing w:after="200" w:line="276" w:lineRule="auto"/>
        <w:ind w:left="144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….     </w:t>
      </w:r>
      <w:r w:rsidR="00421618">
        <w:rPr>
          <w:rFonts w:ascii="Century Gothic" w:hAnsi="Century Gothic"/>
        </w:rPr>
        <w:t xml:space="preserve">Le verre permet de contenir le gaz dans l’ampoule et de </w:t>
      </w:r>
      <w:r>
        <w:rPr>
          <w:rFonts w:ascii="Century Gothic" w:hAnsi="Century Gothic"/>
        </w:rPr>
        <w:t xml:space="preserve">              </w:t>
      </w:r>
      <w:r w:rsidR="00421618">
        <w:rPr>
          <w:rFonts w:ascii="Century Gothic" w:hAnsi="Century Gothic"/>
        </w:rPr>
        <w:t>laisser passer la lumière.</w:t>
      </w:r>
      <w:r>
        <w:rPr>
          <w:rFonts w:ascii="Century Gothic" w:hAnsi="Century Gothic"/>
        </w:rPr>
        <w:t xml:space="preserve"> </w:t>
      </w:r>
    </w:p>
    <w:p w14:paraId="4C963559" w14:textId="77777777" w:rsidR="00904F05" w:rsidRDefault="00904F05" w:rsidP="00904F05">
      <w:pPr>
        <w:spacing w:after="200" w:line="276" w:lineRule="auto"/>
        <w:ind w:left="1440"/>
        <w:jc w:val="both"/>
        <w:rPr>
          <w:rFonts w:ascii="Century Gothic" w:hAnsi="Century Gothic"/>
        </w:rPr>
      </w:pPr>
    </w:p>
    <w:p w14:paraId="39896C60" w14:textId="77777777" w:rsidR="00904F05" w:rsidRDefault="00904F05" w:rsidP="00904F05">
      <w:pPr>
        <w:pStyle w:val="Paragraphedeliste"/>
        <w:numPr>
          <w:ilvl w:val="0"/>
          <w:numId w:val="1"/>
        </w:numPr>
        <w:spacing w:after="20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Remplis ce schéma</w:t>
      </w:r>
    </w:p>
    <w:p w14:paraId="680F7EEE" w14:textId="77777777" w:rsidR="00904F05" w:rsidRPr="00904F05" w:rsidRDefault="00904F05" w:rsidP="00904F05">
      <w:pPr>
        <w:spacing w:after="200" w:line="276" w:lineRule="auto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22F542FF" wp14:editId="3617F233">
            <wp:extent cx="5753100" cy="1800225"/>
            <wp:effectExtent l="0" t="0" r="0" b="9525"/>
            <wp:docPr id="10" name="Image 10" descr="WorEA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orEA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56B6B" w14:textId="77777777" w:rsidR="00421618" w:rsidRPr="00421618" w:rsidRDefault="00421618" w:rsidP="00421618">
      <w:pPr>
        <w:spacing w:after="200" w:line="276" w:lineRule="auto"/>
        <w:rPr>
          <w:rFonts w:ascii="Century Gothic" w:hAnsi="Century Gothic"/>
          <w:sz w:val="28"/>
        </w:rPr>
      </w:pPr>
    </w:p>
    <w:p w14:paraId="5A76C47B" w14:textId="77777777" w:rsidR="00421618" w:rsidRDefault="00421618" w:rsidP="00421618">
      <w:pPr>
        <w:spacing w:after="200" w:line="276" w:lineRule="auto"/>
        <w:rPr>
          <w:rFonts w:ascii="Century Gothic" w:hAnsi="Century Gothic"/>
          <w:sz w:val="28"/>
        </w:rPr>
      </w:pPr>
    </w:p>
    <w:sectPr w:rsidR="0042161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5A4A7" w14:textId="77777777" w:rsidR="004453D4" w:rsidRDefault="004453D4" w:rsidP="00226A9A">
      <w:r>
        <w:separator/>
      </w:r>
    </w:p>
  </w:endnote>
  <w:endnote w:type="continuationSeparator" w:id="0">
    <w:p w14:paraId="620FC09E" w14:textId="77777777" w:rsidR="004453D4" w:rsidRDefault="004453D4" w:rsidP="0022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31849" w14:textId="0A2900F8" w:rsidR="00226A9A" w:rsidRDefault="00226A9A" w:rsidP="00226A9A">
    <w:pPr>
      <w:pStyle w:val="Pieddepage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2EC0576A" wp14:editId="23E63807">
              <wp:simplePos x="0" y="0"/>
              <wp:positionH relativeFrom="page">
                <wp:posOffset>6645910</wp:posOffset>
              </wp:positionH>
              <wp:positionV relativeFrom="page">
                <wp:posOffset>9777730</wp:posOffset>
              </wp:positionV>
              <wp:extent cx="914400" cy="914400"/>
              <wp:effectExtent l="0" t="0" r="2540" b="4445"/>
              <wp:wrapNone/>
              <wp:docPr id="1" name="Grou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914400" cy="914400"/>
                        <a:chOff x="10800" y="14400"/>
                        <a:chExt cx="1440" cy="1440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10800" y="14400"/>
                          <a:ext cx="1440" cy="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03910" w14:textId="77777777" w:rsidR="00226A9A" w:rsidRDefault="00226A9A" w:rsidP="00226A9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1"/>
                      <wps:cNvSpPr>
                        <a:spLocks noChangeArrowheads="1"/>
                      </wps:cNvSpPr>
                      <wps:spPr bwMode="auto">
                        <a:xfrm rot="13500000" flipH="1">
                          <a:off x="11089" y="14858"/>
                          <a:ext cx="819" cy="445"/>
                        </a:xfrm>
                        <a:prstGeom prst="homePlate">
                          <a:avLst>
                            <a:gd name="adj" fmla="val 56619"/>
                          </a:avLst>
                        </a:prstGeom>
                        <a:noFill/>
                        <a:ln w="9525">
                          <a:solidFill>
                            <a:srgbClr val="5C83B4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C83B4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AA8395" w14:textId="77777777" w:rsidR="00226A9A" w:rsidRDefault="00226A9A" w:rsidP="00226A9A">
                            <w:pPr>
                              <w:pStyle w:val="Pieddepage"/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>PAGE   \* MERGEFORMAT</w:instrText>
                            </w:r>
                            <w:r>
                              <w:fldChar w:fldCharType="separate"/>
                            </w:r>
                            <w:r w:rsidR="00904F05"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C0576A" id="Groupe 1" o:spid="_x0000_s1026" style="position:absolute;left:0;text-align:left;margin-left:523.3pt;margin-top:769.9pt;width:1in;height:1in;z-index:251659264;mso-position-horizontal-relative:page;mso-position-vertical-relative:page" coordorigin="10800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" o:allowincell="f">
              <v:rect id="Rectangle 3" o:spid="_x0000_s1027" style="position:absolute;left:10800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" stroked="f">
                <v:textbox>
                  <w:txbxContent>
                    <w:p w14:paraId="52003910" w14:textId="77777777" w:rsidR="00226A9A" w:rsidRDefault="00226A9A" w:rsidP="00226A9A"/>
                  </w:txbxContent>
                </v:textbox>
              </v:re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utoShape 1" o:spid="_x0000_s1028" type="#_x0000_t15" style="position:absolute;left:11089;top:14858;width:819;height:445;rotation:13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" adj="14955" filled="f" fillcolor="#5c83b4" strokecolor="#5c83b4">
                <v:textbox inset=",0,,0">
                  <w:txbxContent>
                    <w:p w14:paraId="45AA8395" w14:textId="77777777" w:rsidR="00226A9A" w:rsidRDefault="00226A9A" w:rsidP="00226A9A">
                      <w:pPr>
                        <w:pStyle w:val="Pieddepage"/>
                        <w:jc w:val="center"/>
                      </w:pPr>
                      <w:r>
                        <w:fldChar w:fldCharType="begin"/>
                      </w:r>
                      <w:r>
                        <w:instrText>PAGE   \* MERGEFORMAT</w:instrText>
                      </w:r>
                      <w:r>
                        <w:fldChar w:fldCharType="separate"/>
                      </w:r>
                      <w:r w:rsidR="00904F05"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421618">
      <w:rPr>
        <w:noProof/>
      </w:rPr>
      <w:t>Contrôle – l’électricité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455A4" w14:textId="77777777" w:rsidR="004453D4" w:rsidRDefault="004453D4" w:rsidP="00226A9A">
      <w:r>
        <w:separator/>
      </w:r>
    </w:p>
  </w:footnote>
  <w:footnote w:type="continuationSeparator" w:id="0">
    <w:p w14:paraId="77837F48" w14:textId="77777777" w:rsidR="004453D4" w:rsidRDefault="004453D4" w:rsidP="00226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C2104"/>
    <w:multiLevelType w:val="hybridMultilevel"/>
    <w:tmpl w:val="C5D896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7B1601"/>
    <w:multiLevelType w:val="hybridMultilevel"/>
    <w:tmpl w:val="ACC81F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618"/>
    <w:rsid w:val="00226A9A"/>
    <w:rsid w:val="00421618"/>
    <w:rsid w:val="004453D4"/>
    <w:rsid w:val="00507191"/>
    <w:rsid w:val="00904F05"/>
    <w:rsid w:val="00C7530D"/>
    <w:rsid w:val="00D26D81"/>
    <w:rsid w:val="00EF7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A1542"/>
  <w15:docId w15:val="{66739033-AEF4-4233-84AB-09DC4442C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A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6A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6A9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26A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6A9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42161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16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1618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&#233;renger\Desktop\le&#231;on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leçons</Template>
  <TotalTime>10</TotalTime>
  <Pages>2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Bérenger</dc:creator>
  <cp:lastModifiedBy>Bérenger</cp:lastModifiedBy>
  <cp:revision>2</cp:revision>
  <dcterms:created xsi:type="dcterms:W3CDTF">2013-06-03T06:13:00Z</dcterms:created>
  <dcterms:modified xsi:type="dcterms:W3CDTF">2021-12-01T16:16:00Z</dcterms:modified>
</cp:coreProperties>
</file>