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C1EB9" w14:textId="75775512" w:rsidR="001325B6" w:rsidRPr="00340ABC" w:rsidRDefault="00D951D8" w:rsidP="006D3CC1">
      <w:pPr>
        <w:jc w:val="center"/>
        <w:rPr>
          <w:rFonts w:ascii="Delius" w:hAnsi="Delius"/>
          <w:sz w:val="36"/>
          <w:szCs w:val="36"/>
          <w:u w:val="single"/>
        </w:rPr>
      </w:pPr>
      <w:r>
        <w:rPr>
          <w:rFonts w:ascii="Cooper Black" w:hAnsi="Cooper Black"/>
          <w:sz w:val="36"/>
          <w:szCs w:val="36"/>
          <w:u w:val="single"/>
        </w:rPr>
        <w:t xml:space="preserve">Eveil </w:t>
      </w:r>
      <w:r w:rsidR="00340ABC">
        <w:rPr>
          <w:rFonts w:ascii="Cooper Black" w:hAnsi="Cooper Black"/>
          <w:sz w:val="36"/>
          <w:szCs w:val="36"/>
          <w:u w:val="single"/>
        </w:rPr>
        <w:t>scientifique</w:t>
      </w:r>
      <w:r>
        <w:rPr>
          <w:rFonts w:ascii="Cooper Black" w:hAnsi="Cooper Black"/>
          <w:sz w:val="36"/>
          <w:szCs w:val="36"/>
          <w:u w:val="single"/>
        </w:rPr>
        <w:t> :</w:t>
      </w:r>
      <w:r w:rsidR="00340ABC">
        <w:rPr>
          <w:rFonts w:ascii="Cooper Black" w:hAnsi="Cooper Black"/>
          <w:sz w:val="36"/>
          <w:szCs w:val="36"/>
          <w:u w:val="single"/>
        </w:rPr>
        <w:t xml:space="preserve"> je </w:t>
      </w:r>
      <w:r w:rsidR="0029226B">
        <w:rPr>
          <w:rFonts w:ascii="Cooper Black" w:hAnsi="Cooper Black"/>
          <w:sz w:val="36"/>
          <w:szCs w:val="36"/>
          <w:u w:val="single"/>
        </w:rPr>
        <w:t>classe</w:t>
      </w:r>
      <w:r w:rsidR="00340ABC">
        <w:rPr>
          <w:rFonts w:ascii="Cooper Black" w:hAnsi="Cooper Black"/>
          <w:sz w:val="36"/>
          <w:szCs w:val="36"/>
          <w:u w:val="single"/>
        </w:rPr>
        <w:t xml:space="preserve"> en fonction des différents appareils</w:t>
      </w:r>
    </w:p>
    <w:p w14:paraId="382AD8D9" w14:textId="5FB5B215" w:rsidR="00340ABC" w:rsidRPr="00340ABC" w:rsidRDefault="00340ABC" w:rsidP="00340ABC">
      <w:pPr>
        <w:rPr>
          <w:rFonts w:ascii="Delius" w:hAnsi="Delius"/>
          <w:b/>
          <w:bCs/>
          <w:u w:val="single"/>
        </w:rPr>
      </w:pPr>
      <w:r w:rsidRPr="00340ABC">
        <w:rPr>
          <w:rFonts w:ascii="Delius" w:hAnsi="Delius"/>
          <w:b/>
          <w:bCs/>
          <w:u w:val="single"/>
        </w:rPr>
        <w:t xml:space="preserve">Avant de commencer à </w:t>
      </w:r>
      <w:r w:rsidR="0029226B">
        <w:rPr>
          <w:rFonts w:ascii="Delius" w:hAnsi="Delius"/>
          <w:b/>
          <w:bCs/>
          <w:u w:val="single"/>
        </w:rPr>
        <w:t>classer</w:t>
      </w:r>
      <w:r w:rsidRPr="00340ABC">
        <w:rPr>
          <w:rFonts w:ascii="Delius" w:hAnsi="Delius"/>
          <w:b/>
          <w:bCs/>
          <w:u w:val="single"/>
        </w:rPr>
        <w:t xml:space="preserve"> quelques informations concernant les différents appareils du corps humain. Définis ce que signifie chaque mot.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7909"/>
      </w:tblGrid>
      <w:tr w:rsidR="00340ABC" w14:paraId="546D0A75" w14:textId="77777777" w:rsidTr="00340ABC">
        <w:tc>
          <w:tcPr>
            <w:tcW w:w="704" w:type="dxa"/>
            <w:vAlign w:val="center"/>
          </w:tcPr>
          <w:p w14:paraId="743B6BC4" w14:textId="441DF53B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A</w:t>
            </w:r>
          </w:p>
        </w:tc>
        <w:tc>
          <w:tcPr>
            <w:tcW w:w="1843" w:type="dxa"/>
            <w:vAlign w:val="center"/>
          </w:tcPr>
          <w:p w14:paraId="6ED02240" w14:textId="3A8AA728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Tégumentaire</w:t>
            </w:r>
          </w:p>
        </w:tc>
        <w:tc>
          <w:tcPr>
            <w:tcW w:w="7909" w:type="dxa"/>
          </w:tcPr>
          <w:p w14:paraId="41BEEBE8" w14:textId="77777777" w:rsidR="00340ABC" w:rsidRPr="00340ABC" w:rsidRDefault="00340ABC" w:rsidP="00340ABC">
            <w:pPr>
              <w:rPr>
                <w:rFonts w:ascii="Delius" w:hAnsi="Delius"/>
                <w:sz w:val="60"/>
                <w:szCs w:val="60"/>
              </w:rPr>
            </w:pPr>
          </w:p>
        </w:tc>
      </w:tr>
      <w:tr w:rsidR="00340ABC" w14:paraId="01AB2961" w14:textId="77777777" w:rsidTr="00340ABC">
        <w:tc>
          <w:tcPr>
            <w:tcW w:w="704" w:type="dxa"/>
            <w:vAlign w:val="center"/>
          </w:tcPr>
          <w:p w14:paraId="36C889FB" w14:textId="4C55BAAA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B</w:t>
            </w:r>
          </w:p>
        </w:tc>
        <w:tc>
          <w:tcPr>
            <w:tcW w:w="1843" w:type="dxa"/>
            <w:vAlign w:val="center"/>
          </w:tcPr>
          <w:p w14:paraId="763708E9" w14:textId="26A22DEC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Locomoteur</w:t>
            </w:r>
          </w:p>
        </w:tc>
        <w:tc>
          <w:tcPr>
            <w:tcW w:w="7909" w:type="dxa"/>
          </w:tcPr>
          <w:p w14:paraId="385DCDC1" w14:textId="77777777" w:rsidR="00340ABC" w:rsidRPr="00340ABC" w:rsidRDefault="00340ABC" w:rsidP="00340ABC">
            <w:pPr>
              <w:rPr>
                <w:rFonts w:ascii="Delius" w:hAnsi="Delius"/>
                <w:sz w:val="60"/>
                <w:szCs w:val="60"/>
              </w:rPr>
            </w:pPr>
          </w:p>
        </w:tc>
      </w:tr>
      <w:tr w:rsidR="00340ABC" w14:paraId="44F5F2F9" w14:textId="77777777" w:rsidTr="00340ABC">
        <w:tc>
          <w:tcPr>
            <w:tcW w:w="704" w:type="dxa"/>
            <w:vAlign w:val="center"/>
          </w:tcPr>
          <w:p w14:paraId="408330EA" w14:textId="0FE6EA9F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C</w:t>
            </w:r>
          </w:p>
        </w:tc>
        <w:tc>
          <w:tcPr>
            <w:tcW w:w="1843" w:type="dxa"/>
            <w:vAlign w:val="center"/>
          </w:tcPr>
          <w:p w14:paraId="1E5F0D90" w14:textId="46623474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Respiratoire</w:t>
            </w:r>
          </w:p>
        </w:tc>
        <w:tc>
          <w:tcPr>
            <w:tcW w:w="7909" w:type="dxa"/>
          </w:tcPr>
          <w:p w14:paraId="3F97FDF2" w14:textId="77777777" w:rsidR="00340ABC" w:rsidRPr="00340ABC" w:rsidRDefault="00340ABC" w:rsidP="00340ABC">
            <w:pPr>
              <w:rPr>
                <w:rFonts w:ascii="Delius" w:hAnsi="Delius"/>
                <w:sz w:val="60"/>
                <w:szCs w:val="60"/>
              </w:rPr>
            </w:pPr>
          </w:p>
        </w:tc>
      </w:tr>
      <w:tr w:rsidR="00340ABC" w14:paraId="1AA26FD8" w14:textId="77777777" w:rsidTr="00340ABC">
        <w:tc>
          <w:tcPr>
            <w:tcW w:w="704" w:type="dxa"/>
            <w:vAlign w:val="center"/>
          </w:tcPr>
          <w:p w14:paraId="68D3733C" w14:textId="28C38797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D</w:t>
            </w:r>
          </w:p>
        </w:tc>
        <w:tc>
          <w:tcPr>
            <w:tcW w:w="1843" w:type="dxa"/>
            <w:vAlign w:val="center"/>
          </w:tcPr>
          <w:p w14:paraId="2A770DEE" w14:textId="03F854A2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Circulatoire</w:t>
            </w:r>
          </w:p>
        </w:tc>
        <w:tc>
          <w:tcPr>
            <w:tcW w:w="7909" w:type="dxa"/>
          </w:tcPr>
          <w:p w14:paraId="345E2446" w14:textId="77777777" w:rsidR="00340ABC" w:rsidRPr="00340ABC" w:rsidRDefault="00340ABC" w:rsidP="00340ABC">
            <w:pPr>
              <w:rPr>
                <w:rFonts w:ascii="Delius" w:hAnsi="Delius"/>
                <w:sz w:val="60"/>
                <w:szCs w:val="60"/>
              </w:rPr>
            </w:pPr>
          </w:p>
        </w:tc>
      </w:tr>
      <w:tr w:rsidR="00340ABC" w14:paraId="2E355851" w14:textId="77777777" w:rsidTr="00340ABC">
        <w:tc>
          <w:tcPr>
            <w:tcW w:w="704" w:type="dxa"/>
            <w:vAlign w:val="center"/>
          </w:tcPr>
          <w:p w14:paraId="6C1D8902" w14:textId="70357DAD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E</w:t>
            </w:r>
          </w:p>
        </w:tc>
        <w:tc>
          <w:tcPr>
            <w:tcW w:w="1843" w:type="dxa"/>
            <w:vAlign w:val="center"/>
          </w:tcPr>
          <w:p w14:paraId="64A95FD9" w14:textId="12F8C155" w:rsidR="00340ABC" w:rsidRDefault="00340ABC" w:rsidP="00340ABC">
            <w:pPr>
              <w:jc w:val="center"/>
              <w:rPr>
                <w:rFonts w:ascii="Delius" w:hAnsi="Delius"/>
              </w:rPr>
            </w:pPr>
            <w:r>
              <w:rPr>
                <w:rFonts w:ascii="Delius" w:hAnsi="Delius"/>
              </w:rPr>
              <w:t>Digestif</w:t>
            </w:r>
          </w:p>
        </w:tc>
        <w:tc>
          <w:tcPr>
            <w:tcW w:w="7909" w:type="dxa"/>
          </w:tcPr>
          <w:p w14:paraId="50CEF261" w14:textId="77777777" w:rsidR="00340ABC" w:rsidRPr="00340ABC" w:rsidRDefault="00340ABC" w:rsidP="00340ABC">
            <w:pPr>
              <w:rPr>
                <w:rFonts w:ascii="Delius" w:hAnsi="Delius"/>
                <w:sz w:val="60"/>
                <w:szCs w:val="60"/>
              </w:rPr>
            </w:pPr>
          </w:p>
        </w:tc>
      </w:tr>
    </w:tbl>
    <w:p w14:paraId="08994825" w14:textId="0CCD8371" w:rsidR="008E06F4" w:rsidRPr="00DB6638" w:rsidRDefault="00340ABC" w:rsidP="008E06F4">
      <w:pPr>
        <w:rPr>
          <w:rFonts w:ascii="Delius" w:hAnsi="Delius"/>
          <w:b/>
          <w:bCs/>
          <w:u w:val="single"/>
        </w:rPr>
      </w:pPr>
      <w:r w:rsidRPr="00DB6638">
        <w:rPr>
          <w:rFonts w:ascii="Delius" w:hAnsi="Delius"/>
          <w:b/>
          <w:bCs/>
          <w:u w:val="single"/>
        </w:rPr>
        <w:t xml:space="preserve">Voici des phrases / des images / des mots / … qui </w:t>
      </w:r>
      <w:r w:rsidR="00DB6638" w:rsidRPr="00DB6638">
        <w:rPr>
          <w:rFonts w:ascii="Delius" w:hAnsi="Delius"/>
          <w:b/>
          <w:bCs/>
          <w:u w:val="single"/>
        </w:rPr>
        <w:t>ont</w:t>
      </w:r>
      <w:r w:rsidRPr="00DB6638">
        <w:rPr>
          <w:rFonts w:ascii="Delius" w:hAnsi="Delius"/>
          <w:b/>
          <w:bCs/>
          <w:u w:val="single"/>
        </w:rPr>
        <w:t xml:space="preserve"> un lien avec l’un des appareils cités ci-dessus. </w:t>
      </w:r>
      <w:r w:rsidR="004930BE" w:rsidRPr="00DB6638">
        <w:rPr>
          <w:rFonts w:ascii="Delius" w:hAnsi="Delius"/>
          <w:b/>
          <w:bCs/>
          <w:u w:val="single"/>
        </w:rPr>
        <w:t>Trace une croix dans la bonne colonne. Certains numéros peuvent représenter plusieurs appareils.</w:t>
      </w:r>
    </w:p>
    <w:p w14:paraId="7B715CB9" w14:textId="53DC6EB9" w:rsidR="008E06F4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 w:rsidRPr="00340ABC">
        <w:rPr>
          <w:rFonts w:ascii="Delius" w:hAnsi="Delius"/>
          <w:sz w:val="24"/>
          <w:szCs w:val="24"/>
        </w:rPr>
        <w:t xml:space="preserve">Un moustique m’a piqué cette nuit. </w:t>
      </w:r>
      <w:r>
        <w:rPr>
          <w:rFonts w:ascii="Delius" w:hAnsi="Delius"/>
          <w:sz w:val="24"/>
          <w:szCs w:val="24"/>
        </w:rPr>
        <w:t xml:space="preserve">Je réagis fortement. </w:t>
      </w:r>
    </w:p>
    <w:p w14:paraId="4A90A418" w14:textId="223C23CA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Ce matin, au réveil, mon nez a commencé à peler.</w:t>
      </w:r>
    </w:p>
    <w:p w14:paraId="4E8A0275" w14:textId="07B71AF0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 xml:space="preserve">J’ai mangé une viande avariée et j’ai été malade toute la nuit. </w:t>
      </w:r>
    </w:p>
    <w:p w14:paraId="169128F4" w14:textId="5429F7A8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 xml:space="preserve">J’ai vu la fille qui me plait et j’ai rougi immédiatement. </w:t>
      </w:r>
    </w:p>
    <w:p w14:paraId="690EB9A0" w14:textId="353008DE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J’ai du reflux gastrique.</w:t>
      </w:r>
    </w:p>
    <w:p w14:paraId="6768F858" w14:textId="2293CDE7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 xml:space="preserve">En allant courir, j’ai dû m’arrêter tellement je n’avais plus de souffle. </w:t>
      </w:r>
    </w:p>
    <w:p w14:paraId="1B4ECCB8" w14:textId="01639E6E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 xml:space="preserve">Sur la même sortie de course à pied, je me suis tordu la cheville. </w:t>
      </w:r>
    </w:p>
    <w:p w14:paraId="65C1A47F" w14:textId="41D2ED0A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 xml:space="preserve">Encore et toujours en courant, j’ai transpiré énormément. </w:t>
      </w:r>
    </w:p>
    <w:p w14:paraId="7A6226CD" w14:textId="48900011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 xml:space="preserve">Pour se protéger du soleil, les éléphants se roulent dans la boue. </w:t>
      </w:r>
    </w:p>
    <w:p w14:paraId="575F62F1" w14:textId="6D2785A3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Pour se déplacer, la grenouille utilise ses 2 pattes arrières pour effectuer un grand saut.</w:t>
      </w:r>
    </w:p>
    <w:p w14:paraId="192E0CE0" w14:textId="77777777" w:rsidR="00E572C7" w:rsidRDefault="00E572C7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  <w:sectPr w:rsidR="00E572C7" w:rsidSect="006D3CC1">
          <w:headerReference w:type="default" r:id="rId7"/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03EAC36" w14:textId="00961847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Diaphragme</w:t>
      </w:r>
    </w:p>
    <w:p w14:paraId="627C998B" w14:textId="1607B9E2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Omoplate</w:t>
      </w:r>
    </w:p>
    <w:p w14:paraId="4172CA53" w14:textId="30C81694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Veine</w:t>
      </w:r>
    </w:p>
    <w:p w14:paraId="0716F9D9" w14:textId="122B48FB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Poumon</w:t>
      </w:r>
    </w:p>
    <w:p w14:paraId="1A2B5CF0" w14:textId="45B99073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Pancréas</w:t>
      </w:r>
    </w:p>
    <w:p w14:paraId="08E02382" w14:textId="471911DA" w:rsidR="00340ABC" w:rsidRDefault="00340ABC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Vaisseau sanguin</w:t>
      </w:r>
    </w:p>
    <w:p w14:paraId="27CEC478" w14:textId="2A0E8269" w:rsidR="00340ABC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 xml:space="preserve">Peau </w:t>
      </w:r>
    </w:p>
    <w:p w14:paraId="09ADCA98" w14:textId="6CC93F10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Foie</w:t>
      </w:r>
    </w:p>
    <w:p w14:paraId="7F854C02" w14:textId="280F471A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Bronchioles</w:t>
      </w:r>
    </w:p>
    <w:p w14:paraId="1F45A8DE" w14:textId="799E849F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 xml:space="preserve">Artère </w:t>
      </w:r>
    </w:p>
    <w:p w14:paraId="4A5CABD3" w14:textId="219B851A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Estomac</w:t>
      </w:r>
    </w:p>
    <w:p w14:paraId="664DE799" w14:textId="779A6A40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Alvéole pulmonaire</w:t>
      </w:r>
    </w:p>
    <w:p w14:paraId="18665BC5" w14:textId="00E01D13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Mastication</w:t>
      </w:r>
    </w:p>
    <w:p w14:paraId="74DDB970" w14:textId="3A95EDFA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Cœur</w:t>
      </w:r>
    </w:p>
    <w:p w14:paraId="2A3E1478" w14:textId="65AE7263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Ventricules</w:t>
      </w:r>
    </w:p>
    <w:p w14:paraId="70672AF6" w14:textId="0785868C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Nutriments</w:t>
      </w:r>
    </w:p>
    <w:p w14:paraId="2887616F" w14:textId="35795FF2" w:rsidR="00E572C7" w:rsidRDefault="00E572C7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Bile</w:t>
      </w:r>
    </w:p>
    <w:p w14:paraId="2EE9DD6D" w14:textId="0C62A806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Oreillettes</w:t>
      </w:r>
    </w:p>
    <w:p w14:paraId="3FD4B13E" w14:textId="459DB1FF" w:rsidR="00E572C7" w:rsidRDefault="00E572C7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Globules rouges/blancs</w:t>
      </w:r>
    </w:p>
    <w:p w14:paraId="210501E3" w14:textId="56300ED5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Crâne</w:t>
      </w:r>
    </w:p>
    <w:p w14:paraId="4478EEE6" w14:textId="446912BB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Palpitations cardiaques.</w:t>
      </w:r>
    </w:p>
    <w:p w14:paraId="77F5C3B3" w14:textId="28C927ED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Salive</w:t>
      </w:r>
    </w:p>
    <w:p w14:paraId="51C3F583" w14:textId="31BC2639" w:rsidR="00164216" w:rsidRDefault="00164216" w:rsidP="00340ABC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Échanges gazeux</w:t>
      </w:r>
    </w:p>
    <w:p w14:paraId="3652D667" w14:textId="33CA558F" w:rsidR="00164216" w:rsidRPr="00E572C7" w:rsidRDefault="00164216" w:rsidP="00E572C7">
      <w:pPr>
        <w:pStyle w:val="Paragraphedeliste"/>
        <w:numPr>
          <w:ilvl w:val="0"/>
          <w:numId w:val="1"/>
        </w:numPr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>Branchies</w:t>
      </w:r>
    </w:p>
    <w:p w14:paraId="10F24A0E" w14:textId="77777777" w:rsidR="00E572C7" w:rsidRDefault="00E572C7" w:rsidP="008E06F4">
      <w:pPr>
        <w:rPr>
          <w:rFonts w:ascii="Delius" w:hAnsi="Delius"/>
          <w:sz w:val="24"/>
          <w:szCs w:val="24"/>
        </w:rPr>
        <w:sectPr w:rsidR="00E572C7" w:rsidSect="00E572C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43EAA69" w14:textId="16B09FE1" w:rsidR="00164216" w:rsidRDefault="00164216" w:rsidP="008E06F4">
      <w:pPr>
        <w:rPr>
          <w:rFonts w:ascii="Delius" w:hAnsi="Delius"/>
          <w:sz w:val="24"/>
          <w:szCs w:val="24"/>
        </w:rPr>
      </w:pPr>
    </w:p>
    <w:p w14:paraId="4FC4831A" w14:textId="11372588" w:rsidR="00164216" w:rsidRDefault="00DB6638" w:rsidP="00DB6638">
      <w:pPr>
        <w:tabs>
          <w:tab w:val="left" w:pos="8436"/>
        </w:tabs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ab/>
      </w:r>
    </w:p>
    <w:p w14:paraId="08CDBB83" w14:textId="076F2CC0" w:rsidR="00164216" w:rsidRDefault="00E572C7" w:rsidP="00E572C7">
      <w:pPr>
        <w:tabs>
          <w:tab w:val="left" w:pos="9144"/>
        </w:tabs>
        <w:rPr>
          <w:rFonts w:ascii="Delius" w:hAnsi="Delius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391D6A29" wp14:editId="014C85BA">
            <wp:simplePos x="0" y="0"/>
            <wp:positionH relativeFrom="column">
              <wp:posOffset>2583417</wp:posOffset>
            </wp:positionH>
            <wp:positionV relativeFrom="paragraph">
              <wp:posOffset>229870</wp:posOffset>
            </wp:positionV>
            <wp:extent cx="2270760" cy="1255526"/>
            <wp:effectExtent l="0" t="0" r="0" b="1905"/>
            <wp:wrapNone/>
            <wp:docPr id="12" name="Image 12" descr="Cinq raisons qui t'empêchent d'élever un hibou chez toi - YomK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inq raisons qui t'empêchent d'élever un hibou chez toi - YomK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255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216">
        <w:rPr>
          <w:rFonts w:ascii="Delius" w:hAnsi="Delius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6E61B1F9" wp14:editId="6B46A4B7">
            <wp:simplePos x="0" y="0"/>
            <wp:positionH relativeFrom="column">
              <wp:posOffset>-83820</wp:posOffset>
            </wp:positionH>
            <wp:positionV relativeFrom="paragraph">
              <wp:posOffset>230505</wp:posOffset>
            </wp:positionV>
            <wp:extent cx="2354580" cy="1568150"/>
            <wp:effectExtent l="0" t="0" r="762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156" cy="157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Delius" w:hAnsi="Delius"/>
          <w:sz w:val="24"/>
          <w:szCs w:val="24"/>
        </w:rPr>
        <w:t>35                                                                                 36</w:t>
      </w:r>
      <w:r>
        <w:rPr>
          <w:rFonts w:ascii="Delius" w:hAnsi="Delius"/>
          <w:sz w:val="24"/>
          <w:szCs w:val="24"/>
        </w:rPr>
        <w:tab/>
        <w:t>48</w:t>
      </w:r>
    </w:p>
    <w:p w14:paraId="117C4EF3" w14:textId="1AE8CE9B" w:rsidR="00164216" w:rsidRDefault="00E572C7" w:rsidP="008E06F4">
      <w:pPr>
        <w:rPr>
          <w:rFonts w:ascii="Delius" w:hAnsi="Deliu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3AC3ADFD" wp14:editId="153FED47">
            <wp:simplePos x="0" y="0"/>
            <wp:positionH relativeFrom="column">
              <wp:posOffset>5102860</wp:posOffset>
            </wp:positionH>
            <wp:positionV relativeFrom="paragraph">
              <wp:posOffset>13970</wp:posOffset>
            </wp:positionV>
            <wp:extent cx="1673860" cy="1255395"/>
            <wp:effectExtent l="0" t="0" r="2540" b="1905"/>
            <wp:wrapNone/>
            <wp:docPr id="14" name="Image 14" descr="D'où vient la &quot;chair de poule&quot; ? - Sciences et Aven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'où vient la &quot;chair de poule&quot; ? - Sciences et Aveni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675A4E" w14:textId="46D2DD13" w:rsidR="00164216" w:rsidRDefault="00164216" w:rsidP="008E06F4">
      <w:pPr>
        <w:rPr>
          <w:rFonts w:ascii="Delius" w:hAnsi="Delius"/>
          <w:sz w:val="24"/>
          <w:szCs w:val="24"/>
        </w:rPr>
      </w:pPr>
    </w:p>
    <w:p w14:paraId="6477A6F1" w14:textId="22716FEE" w:rsidR="00164216" w:rsidRDefault="00164216" w:rsidP="008E06F4">
      <w:pPr>
        <w:rPr>
          <w:rFonts w:ascii="Delius" w:hAnsi="Delius"/>
          <w:sz w:val="24"/>
          <w:szCs w:val="24"/>
        </w:rPr>
      </w:pPr>
    </w:p>
    <w:p w14:paraId="5547D9E2" w14:textId="2C6F5087" w:rsidR="00164216" w:rsidRDefault="00164216" w:rsidP="008E06F4">
      <w:pPr>
        <w:rPr>
          <w:rFonts w:ascii="Delius" w:hAnsi="Delius"/>
          <w:sz w:val="24"/>
          <w:szCs w:val="24"/>
        </w:rPr>
      </w:pPr>
    </w:p>
    <w:p w14:paraId="52DAA0BF" w14:textId="10A920F0" w:rsidR="00164216" w:rsidRDefault="00164216" w:rsidP="008E06F4">
      <w:pPr>
        <w:rPr>
          <w:rFonts w:ascii="Delius" w:hAnsi="Delius"/>
          <w:sz w:val="24"/>
          <w:szCs w:val="24"/>
        </w:rPr>
      </w:pPr>
    </w:p>
    <w:p w14:paraId="788AA4BA" w14:textId="3D55F970" w:rsidR="00164216" w:rsidRDefault="00E572C7" w:rsidP="00E572C7">
      <w:pPr>
        <w:tabs>
          <w:tab w:val="left" w:pos="3984"/>
          <w:tab w:val="left" w:pos="6144"/>
          <w:tab w:val="left" w:pos="8820"/>
        </w:tabs>
        <w:rPr>
          <w:rFonts w:ascii="Delius" w:hAnsi="Deliu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7CED476" wp14:editId="59C59B77">
            <wp:simplePos x="0" y="0"/>
            <wp:positionH relativeFrom="column">
              <wp:posOffset>3373120</wp:posOffset>
            </wp:positionH>
            <wp:positionV relativeFrom="paragraph">
              <wp:posOffset>217805</wp:posOffset>
            </wp:positionV>
            <wp:extent cx="1420409" cy="1234440"/>
            <wp:effectExtent l="0" t="0" r="8890" b="3810"/>
            <wp:wrapNone/>
            <wp:docPr id="15" name="Image 15" descr="Troubles digestifs chez le chat : nos conseils pour une digestion au t –  Zig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oubles digestifs chez le chat : nos conseils pour une digestion au t –  Ziggy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12" b="15815"/>
                    <a:stretch/>
                  </pic:blipFill>
                  <pic:spPr bwMode="auto">
                    <a:xfrm>
                      <a:off x="0" y="0"/>
                      <a:ext cx="1420409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216">
        <w:rPr>
          <w:rFonts w:ascii="Delius" w:hAnsi="Delius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68C745E5" wp14:editId="2D4549B0">
            <wp:simplePos x="0" y="0"/>
            <wp:positionH relativeFrom="column">
              <wp:posOffset>2141220</wp:posOffset>
            </wp:positionH>
            <wp:positionV relativeFrom="paragraph">
              <wp:posOffset>220345</wp:posOffset>
            </wp:positionV>
            <wp:extent cx="1007704" cy="2308860"/>
            <wp:effectExtent l="0" t="0" r="254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704" cy="230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216" w:rsidRPr="00340ABC">
        <w:rPr>
          <w:rFonts w:ascii="Delius" w:hAnsi="Delius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4079A78" wp14:editId="3BB9A11F">
            <wp:simplePos x="0" y="0"/>
            <wp:positionH relativeFrom="column">
              <wp:posOffset>4922520</wp:posOffset>
            </wp:positionH>
            <wp:positionV relativeFrom="paragraph">
              <wp:posOffset>287020</wp:posOffset>
            </wp:positionV>
            <wp:extent cx="1455420" cy="118872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Delius" w:hAnsi="Delius"/>
          <w:sz w:val="24"/>
          <w:szCs w:val="24"/>
        </w:rPr>
        <w:tab/>
        <w:t>38</w:t>
      </w:r>
      <w:r>
        <w:rPr>
          <w:rFonts w:ascii="Delius" w:hAnsi="Delius"/>
          <w:sz w:val="24"/>
          <w:szCs w:val="24"/>
        </w:rPr>
        <w:tab/>
        <w:t>49</w:t>
      </w:r>
      <w:r>
        <w:rPr>
          <w:rFonts w:ascii="Delius" w:hAnsi="Delius"/>
          <w:sz w:val="24"/>
          <w:szCs w:val="24"/>
        </w:rPr>
        <w:tab/>
        <w:t>39</w:t>
      </w:r>
    </w:p>
    <w:p w14:paraId="672E978A" w14:textId="497F8D21" w:rsidR="00164216" w:rsidRDefault="00E572C7" w:rsidP="00E572C7">
      <w:pPr>
        <w:tabs>
          <w:tab w:val="left" w:pos="1008"/>
          <w:tab w:val="center" w:pos="5233"/>
        </w:tabs>
        <w:rPr>
          <w:rFonts w:ascii="Delius" w:hAnsi="Deliu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F0B83DC" wp14:editId="2D7DE1A4">
            <wp:simplePos x="0" y="0"/>
            <wp:positionH relativeFrom="column">
              <wp:posOffset>-114935</wp:posOffset>
            </wp:positionH>
            <wp:positionV relativeFrom="paragraph">
              <wp:posOffset>266065</wp:posOffset>
            </wp:positionV>
            <wp:extent cx="2065020" cy="1593850"/>
            <wp:effectExtent l="19050" t="19050" r="11430" b="25400"/>
            <wp:wrapNone/>
            <wp:docPr id="6" name="Image 6" descr="Manutention de charges : les conseils - Websilo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nutention de charges : les conseils - Websilor.co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593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Delius" w:hAnsi="Delius"/>
          <w:sz w:val="24"/>
          <w:szCs w:val="24"/>
        </w:rPr>
        <w:tab/>
        <w:t>37</w:t>
      </w:r>
      <w:r>
        <w:rPr>
          <w:rFonts w:ascii="Delius" w:hAnsi="Delius"/>
          <w:sz w:val="24"/>
          <w:szCs w:val="24"/>
        </w:rPr>
        <w:tab/>
      </w:r>
    </w:p>
    <w:p w14:paraId="0348B2D2" w14:textId="00CC4EF3" w:rsidR="00164216" w:rsidRDefault="00164216" w:rsidP="008E06F4">
      <w:pPr>
        <w:rPr>
          <w:rFonts w:ascii="Delius" w:hAnsi="Delius"/>
          <w:sz w:val="24"/>
          <w:szCs w:val="24"/>
        </w:rPr>
      </w:pPr>
    </w:p>
    <w:p w14:paraId="178B4C91" w14:textId="54B2D7D6" w:rsidR="00164216" w:rsidRDefault="00164216" w:rsidP="008E06F4">
      <w:pPr>
        <w:rPr>
          <w:rFonts w:ascii="Delius" w:hAnsi="Delius"/>
          <w:sz w:val="24"/>
          <w:szCs w:val="24"/>
        </w:rPr>
      </w:pPr>
    </w:p>
    <w:p w14:paraId="46FF28A2" w14:textId="0E9FB651" w:rsidR="008E06F4" w:rsidRPr="00340ABC" w:rsidRDefault="008E06F4" w:rsidP="008E06F4">
      <w:pPr>
        <w:rPr>
          <w:rFonts w:ascii="Delius" w:hAnsi="Delius"/>
          <w:sz w:val="24"/>
          <w:szCs w:val="24"/>
        </w:rPr>
      </w:pPr>
    </w:p>
    <w:p w14:paraId="45C69968" w14:textId="16F03FEF" w:rsidR="008E06F4" w:rsidRPr="00340ABC" w:rsidRDefault="00164216" w:rsidP="00E572C7">
      <w:pPr>
        <w:tabs>
          <w:tab w:val="left" w:pos="8532"/>
        </w:tabs>
        <w:rPr>
          <w:rFonts w:ascii="Delius" w:hAnsi="Deliu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3FFC13D" wp14:editId="4AE92D1E">
            <wp:simplePos x="0" y="0"/>
            <wp:positionH relativeFrom="column">
              <wp:posOffset>4853940</wp:posOffset>
            </wp:positionH>
            <wp:positionV relativeFrom="paragraph">
              <wp:posOffset>227965</wp:posOffset>
            </wp:positionV>
            <wp:extent cx="1424940" cy="1333352"/>
            <wp:effectExtent l="0" t="0" r="3810" b="635"/>
            <wp:wrapNone/>
            <wp:docPr id="4" name="Image 4" descr="Les 5 conseils que vous devez suivre pour réussir à courir quand il fait  froid | GQ 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s 5 conseils que vous devez suivre pour réussir à courir quand il fait  froid | GQ France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38487"/>
                    <a:stretch/>
                  </pic:blipFill>
                  <pic:spPr bwMode="auto">
                    <a:xfrm>
                      <a:off x="0" y="0"/>
                      <a:ext cx="1424940" cy="133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2C7">
        <w:rPr>
          <w:rFonts w:ascii="Delius" w:hAnsi="Delius"/>
          <w:sz w:val="24"/>
          <w:szCs w:val="24"/>
        </w:rPr>
        <w:tab/>
        <w:t>40</w:t>
      </w:r>
    </w:p>
    <w:p w14:paraId="6EF7FA5A" w14:textId="72B3752C" w:rsidR="008E06F4" w:rsidRPr="00340ABC" w:rsidRDefault="004930BE" w:rsidP="004930BE">
      <w:pPr>
        <w:tabs>
          <w:tab w:val="left" w:pos="5988"/>
        </w:tabs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ab/>
      </w:r>
    </w:p>
    <w:p w14:paraId="3A4C4B27" w14:textId="0A4FDBAA" w:rsidR="008E06F4" w:rsidRPr="00340ABC" w:rsidRDefault="00E572C7" w:rsidP="00E572C7">
      <w:pPr>
        <w:tabs>
          <w:tab w:val="left" w:pos="1524"/>
        </w:tabs>
        <w:rPr>
          <w:rFonts w:ascii="Delius" w:hAnsi="Delius"/>
          <w:sz w:val="24"/>
          <w:szCs w:val="24"/>
        </w:rPr>
      </w:pPr>
      <w:r w:rsidRPr="00164216">
        <w:rPr>
          <w:rFonts w:ascii="Delius" w:hAnsi="Delius"/>
          <w:noProof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62C56641" wp14:editId="7B38CC38">
            <wp:simplePos x="0" y="0"/>
            <wp:positionH relativeFrom="column">
              <wp:posOffset>179070</wp:posOffset>
            </wp:positionH>
            <wp:positionV relativeFrom="paragraph">
              <wp:posOffset>220345</wp:posOffset>
            </wp:positionV>
            <wp:extent cx="1767840" cy="1538021"/>
            <wp:effectExtent l="0" t="0" r="3810" b="508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538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Delius" w:hAnsi="Delius"/>
          <w:sz w:val="24"/>
          <w:szCs w:val="24"/>
        </w:rPr>
        <w:tab/>
        <w:t>41</w:t>
      </w:r>
    </w:p>
    <w:p w14:paraId="1BEBE5C5" w14:textId="525A2700" w:rsidR="008E06F4" w:rsidRPr="00340ABC" w:rsidRDefault="008E06F4" w:rsidP="008E06F4">
      <w:pPr>
        <w:rPr>
          <w:rFonts w:ascii="Delius" w:hAnsi="Delius"/>
          <w:sz w:val="24"/>
          <w:szCs w:val="24"/>
        </w:rPr>
      </w:pPr>
    </w:p>
    <w:p w14:paraId="43DA7ECC" w14:textId="0E7A710E" w:rsidR="008E06F4" w:rsidRDefault="00E572C7" w:rsidP="00E572C7">
      <w:pPr>
        <w:tabs>
          <w:tab w:val="left" w:pos="1056"/>
        </w:tabs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ab/>
      </w:r>
    </w:p>
    <w:p w14:paraId="23C26244" w14:textId="2B36A620" w:rsidR="00E572C7" w:rsidRPr="00340ABC" w:rsidRDefault="00E572C7" w:rsidP="00E572C7">
      <w:pPr>
        <w:tabs>
          <w:tab w:val="left" w:pos="1056"/>
        </w:tabs>
        <w:jc w:val="center"/>
        <w:rPr>
          <w:rFonts w:ascii="Delius" w:hAnsi="Delius"/>
          <w:sz w:val="24"/>
          <w:szCs w:val="24"/>
        </w:rPr>
      </w:pPr>
      <w:r w:rsidRPr="00340ABC">
        <w:rPr>
          <w:rFonts w:ascii="Delius" w:hAnsi="Delius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FDFEDEF" wp14:editId="507DDDF2">
            <wp:simplePos x="0" y="0"/>
            <wp:positionH relativeFrom="column">
              <wp:posOffset>2369820</wp:posOffset>
            </wp:positionH>
            <wp:positionV relativeFrom="paragraph">
              <wp:posOffset>211455</wp:posOffset>
            </wp:positionV>
            <wp:extent cx="2110740" cy="1760220"/>
            <wp:effectExtent l="0" t="0" r="381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Delius" w:hAnsi="Delius"/>
          <w:sz w:val="24"/>
          <w:szCs w:val="24"/>
        </w:rPr>
        <w:t>42</w:t>
      </w:r>
    </w:p>
    <w:p w14:paraId="303F35D9" w14:textId="6018EFA1" w:rsidR="008E06F4" w:rsidRPr="00340ABC" w:rsidRDefault="00E572C7" w:rsidP="00E572C7">
      <w:pPr>
        <w:tabs>
          <w:tab w:val="left" w:pos="9228"/>
        </w:tabs>
        <w:ind w:firstLine="4956"/>
        <w:rPr>
          <w:rFonts w:ascii="Delius" w:hAnsi="Deliu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94EB1EE" wp14:editId="25E6906F">
            <wp:simplePos x="0" y="0"/>
            <wp:positionH relativeFrom="column">
              <wp:posOffset>4953000</wp:posOffset>
            </wp:positionH>
            <wp:positionV relativeFrom="paragraph">
              <wp:posOffset>250190</wp:posOffset>
            </wp:positionV>
            <wp:extent cx="1752600" cy="1475740"/>
            <wp:effectExtent l="0" t="0" r="0" b="0"/>
            <wp:wrapNone/>
            <wp:docPr id="7" name="Image 7" descr="L'Estomac - Ostéopathie Viscérale - Tout savoir sur l'estom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'Estomac - Ostéopathie Viscérale - Tout savoir sur l'estomac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Delius" w:hAnsi="Delius"/>
          <w:sz w:val="24"/>
          <w:szCs w:val="24"/>
        </w:rPr>
        <w:t xml:space="preserve">        </w:t>
      </w:r>
      <w:r>
        <w:rPr>
          <w:rFonts w:ascii="Delius" w:hAnsi="Delius"/>
          <w:sz w:val="24"/>
          <w:szCs w:val="24"/>
        </w:rPr>
        <w:tab/>
        <w:t>43</w:t>
      </w:r>
    </w:p>
    <w:p w14:paraId="0401823A" w14:textId="3F9012A3" w:rsidR="008E06F4" w:rsidRPr="00340ABC" w:rsidRDefault="008E06F4" w:rsidP="008E06F4">
      <w:pPr>
        <w:rPr>
          <w:rFonts w:ascii="Delius" w:hAnsi="Delius"/>
          <w:sz w:val="24"/>
          <w:szCs w:val="24"/>
        </w:rPr>
      </w:pPr>
    </w:p>
    <w:p w14:paraId="48EDADFB" w14:textId="677DE61F" w:rsidR="008E06F4" w:rsidRPr="00340ABC" w:rsidRDefault="00E572C7" w:rsidP="00E572C7">
      <w:pPr>
        <w:tabs>
          <w:tab w:val="left" w:pos="1344"/>
        </w:tabs>
        <w:rPr>
          <w:rFonts w:ascii="Delius" w:hAnsi="Deliu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91785D5" wp14:editId="5C1AC002">
            <wp:simplePos x="0" y="0"/>
            <wp:positionH relativeFrom="column">
              <wp:posOffset>61204</wp:posOffset>
            </wp:positionH>
            <wp:positionV relativeFrom="paragraph">
              <wp:posOffset>208915</wp:posOffset>
            </wp:positionV>
            <wp:extent cx="1744980" cy="986293"/>
            <wp:effectExtent l="0" t="0" r="7620" b="4445"/>
            <wp:wrapNone/>
            <wp:docPr id="3" name="Image 3" descr="Innovation : une pâte qui recolle les os cass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novation : une pâte qui recolle les os cassé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986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Delius" w:hAnsi="Delius"/>
          <w:sz w:val="24"/>
          <w:szCs w:val="24"/>
        </w:rPr>
        <w:tab/>
        <w:t>44</w:t>
      </w:r>
    </w:p>
    <w:p w14:paraId="613857E3" w14:textId="42AB3D57" w:rsidR="008E06F4" w:rsidRPr="00340ABC" w:rsidRDefault="008E06F4" w:rsidP="008E06F4">
      <w:pPr>
        <w:rPr>
          <w:rFonts w:ascii="Delius" w:hAnsi="Delius"/>
          <w:sz w:val="24"/>
          <w:szCs w:val="24"/>
        </w:rPr>
      </w:pPr>
    </w:p>
    <w:p w14:paraId="49909A46" w14:textId="35B40962" w:rsidR="008E06F4" w:rsidRPr="00340ABC" w:rsidRDefault="00340ABC" w:rsidP="008E06F4">
      <w:pPr>
        <w:rPr>
          <w:rFonts w:ascii="Delius" w:hAnsi="Delius"/>
          <w:sz w:val="24"/>
          <w:szCs w:val="24"/>
        </w:rPr>
      </w:pPr>
      <w:r w:rsidRPr="00340ABC">
        <w:rPr>
          <w:noProof/>
        </w:rPr>
        <w:t xml:space="preserve"> </w:t>
      </w:r>
    </w:p>
    <w:p w14:paraId="6225E754" w14:textId="77777777" w:rsidR="00E572C7" w:rsidRDefault="00E572C7" w:rsidP="00E572C7">
      <w:pPr>
        <w:tabs>
          <w:tab w:val="left" w:pos="1308"/>
          <w:tab w:val="left" w:pos="4632"/>
        </w:tabs>
        <w:rPr>
          <w:rFonts w:ascii="Delius" w:hAnsi="Delius"/>
          <w:sz w:val="24"/>
          <w:szCs w:val="24"/>
        </w:rPr>
      </w:pPr>
      <w:r>
        <w:rPr>
          <w:rFonts w:ascii="Delius" w:hAnsi="Delius"/>
          <w:sz w:val="24"/>
          <w:szCs w:val="24"/>
        </w:rPr>
        <w:tab/>
      </w:r>
      <w:r>
        <w:rPr>
          <w:rFonts w:ascii="Delius" w:hAnsi="Delius"/>
          <w:sz w:val="24"/>
          <w:szCs w:val="24"/>
        </w:rPr>
        <w:tab/>
      </w:r>
    </w:p>
    <w:p w14:paraId="4B7B3E1B" w14:textId="6EC9C207" w:rsidR="008E06F4" w:rsidRPr="00340ABC" w:rsidRDefault="004930BE" w:rsidP="004930BE">
      <w:pPr>
        <w:tabs>
          <w:tab w:val="left" w:pos="1308"/>
          <w:tab w:val="left" w:pos="3684"/>
          <w:tab w:val="left" w:pos="4632"/>
          <w:tab w:val="left" w:pos="4956"/>
          <w:tab w:val="left" w:pos="5868"/>
          <w:tab w:val="left" w:pos="8856"/>
        </w:tabs>
        <w:rPr>
          <w:rFonts w:ascii="Delius" w:hAnsi="Deliu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5F9BC64F" wp14:editId="490078A2">
            <wp:simplePos x="0" y="0"/>
            <wp:positionH relativeFrom="column">
              <wp:posOffset>3100705</wp:posOffset>
            </wp:positionH>
            <wp:positionV relativeFrom="paragraph">
              <wp:posOffset>206375</wp:posOffset>
            </wp:positionV>
            <wp:extent cx="1625195" cy="1645920"/>
            <wp:effectExtent l="0" t="0" r="0" b="0"/>
            <wp:wrapNone/>
            <wp:docPr id="16" name="Image 16" descr="Schéma de la Peau : Comprendre sa composition et son rôle. - CFA Espace  Conc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éma de la Peau : Comprendre sa composition et son rôle. - CFA Espace  Concours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86" t="11347" r="21223" b="17574"/>
                    <a:stretch/>
                  </pic:blipFill>
                  <pic:spPr bwMode="auto">
                    <a:xfrm>
                      <a:off x="0" y="0"/>
                      <a:ext cx="1625195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216">
        <w:rPr>
          <w:rFonts w:ascii="Delius" w:hAnsi="Delius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0FAFBFC" wp14:editId="6889CE37">
            <wp:simplePos x="0" y="0"/>
            <wp:positionH relativeFrom="column">
              <wp:posOffset>1851660</wp:posOffset>
            </wp:positionH>
            <wp:positionV relativeFrom="paragraph">
              <wp:posOffset>252095</wp:posOffset>
            </wp:positionV>
            <wp:extent cx="1150620" cy="1906078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1906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2C7">
        <w:rPr>
          <w:rFonts w:ascii="Delius" w:hAnsi="Delius"/>
          <w:sz w:val="24"/>
          <w:szCs w:val="24"/>
        </w:rPr>
        <w:tab/>
      </w:r>
      <w:r w:rsidR="00E572C7">
        <w:rPr>
          <w:rFonts w:ascii="Delius" w:hAnsi="Delius"/>
          <w:sz w:val="24"/>
          <w:szCs w:val="24"/>
        </w:rPr>
        <w:tab/>
      </w:r>
      <w:r>
        <w:rPr>
          <w:rFonts w:ascii="Delius" w:hAnsi="Delius"/>
          <w:sz w:val="24"/>
          <w:szCs w:val="24"/>
        </w:rPr>
        <w:t>46</w:t>
      </w:r>
      <w:r>
        <w:rPr>
          <w:rFonts w:ascii="Delius" w:hAnsi="Delius"/>
          <w:sz w:val="24"/>
          <w:szCs w:val="24"/>
        </w:rPr>
        <w:tab/>
      </w:r>
      <w:r w:rsidR="00E572C7">
        <w:rPr>
          <w:rFonts w:ascii="Delius" w:hAnsi="Delius"/>
          <w:sz w:val="24"/>
          <w:szCs w:val="24"/>
        </w:rPr>
        <w:tab/>
      </w:r>
      <w:r w:rsidR="00E572C7">
        <w:rPr>
          <w:rFonts w:ascii="Delius" w:hAnsi="Delius"/>
          <w:sz w:val="24"/>
          <w:szCs w:val="24"/>
        </w:rPr>
        <w:tab/>
      </w:r>
      <w:r>
        <w:rPr>
          <w:rFonts w:ascii="Delius" w:hAnsi="Delius"/>
          <w:sz w:val="24"/>
          <w:szCs w:val="24"/>
        </w:rPr>
        <w:t>50</w:t>
      </w:r>
      <w:r>
        <w:rPr>
          <w:rFonts w:ascii="Delius" w:hAnsi="Delius"/>
          <w:sz w:val="24"/>
          <w:szCs w:val="24"/>
        </w:rPr>
        <w:tab/>
      </w:r>
      <w:r w:rsidR="00E572C7">
        <w:rPr>
          <w:rFonts w:ascii="Delius" w:hAnsi="Delius"/>
          <w:sz w:val="24"/>
          <w:szCs w:val="24"/>
        </w:rPr>
        <w:t>47</w:t>
      </w:r>
    </w:p>
    <w:p w14:paraId="520A6102" w14:textId="55B729C1" w:rsidR="008E06F4" w:rsidRPr="00340ABC" w:rsidRDefault="00164216" w:rsidP="008E06F4">
      <w:pPr>
        <w:rPr>
          <w:rFonts w:ascii="Delius" w:hAnsi="Deliu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8536A2F" wp14:editId="1263CA91">
            <wp:simplePos x="0" y="0"/>
            <wp:positionH relativeFrom="column">
              <wp:posOffset>4793171</wp:posOffset>
            </wp:positionH>
            <wp:positionV relativeFrom="paragraph">
              <wp:posOffset>74930</wp:posOffset>
            </wp:positionV>
            <wp:extent cx="1584960" cy="1421936"/>
            <wp:effectExtent l="0" t="0" r="0" b="6985"/>
            <wp:wrapNone/>
            <wp:docPr id="13" name="Image 13" descr="L'appareil respiratoire de l'homme - Assistance scolaire personnalisée et  gratuite - 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'appareil respiratoire de l'homme - Assistance scolaire personnalisée et  gratuite - ASP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42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AC4083" w14:textId="77777777" w:rsidR="00E572C7" w:rsidRPr="00340ABC" w:rsidRDefault="00E572C7" w:rsidP="008E06F4">
      <w:pPr>
        <w:rPr>
          <w:rFonts w:ascii="Delius" w:hAnsi="Deliu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8CEEB3B" wp14:editId="03C65663">
            <wp:simplePos x="0" y="0"/>
            <wp:positionH relativeFrom="column">
              <wp:posOffset>182880</wp:posOffset>
            </wp:positionH>
            <wp:positionV relativeFrom="paragraph">
              <wp:posOffset>289560</wp:posOffset>
            </wp:positionV>
            <wp:extent cx="1319605" cy="1577340"/>
            <wp:effectExtent l="0" t="0" r="0" b="3810"/>
            <wp:wrapNone/>
            <wp:docPr id="5" name="Image 5" descr="Crème solaire : démêlez le vrai du faux - Le Parisi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ème solaire : démêlez le vrai du faux - Le Parisie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60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Delius" w:hAnsi="Delius"/>
          <w:sz w:val="24"/>
          <w:szCs w:val="24"/>
        </w:rPr>
        <w:t xml:space="preserve">         45</w:t>
      </w:r>
    </w:p>
    <w:p w14:paraId="73386357" w14:textId="1F30B2BA" w:rsidR="008E06F4" w:rsidRDefault="008E06F4" w:rsidP="008E06F4">
      <w:pPr>
        <w:rPr>
          <w:rFonts w:ascii="Delius" w:hAnsi="Delius"/>
          <w:sz w:val="24"/>
          <w:szCs w:val="24"/>
        </w:rPr>
      </w:pPr>
    </w:p>
    <w:p w14:paraId="2A4542F8" w14:textId="3E26DCD1" w:rsidR="00E572C7" w:rsidRDefault="00E572C7" w:rsidP="008E06F4">
      <w:pPr>
        <w:rPr>
          <w:rFonts w:ascii="Delius" w:hAnsi="Delius"/>
          <w:sz w:val="24"/>
          <w:szCs w:val="24"/>
        </w:rPr>
      </w:pPr>
    </w:p>
    <w:p w14:paraId="73F204A8" w14:textId="26A98CDB" w:rsidR="00E572C7" w:rsidRDefault="00E572C7" w:rsidP="008E06F4">
      <w:pPr>
        <w:rPr>
          <w:rFonts w:ascii="Delius" w:hAnsi="Delius"/>
          <w:sz w:val="24"/>
          <w:szCs w:val="24"/>
        </w:rPr>
      </w:pPr>
    </w:p>
    <w:tbl>
      <w:tblPr>
        <w:tblStyle w:val="Grilledutableau"/>
        <w:tblpPr w:leftFromText="141" w:rightFromText="141" w:vertAnchor="page" w:horzAnchor="margin" w:tblpY="1129"/>
        <w:tblW w:w="10592" w:type="dxa"/>
        <w:tblLayout w:type="fixed"/>
        <w:tblLook w:val="04A0" w:firstRow="1" w:lastRow="0" w:firstColumn="1" w:lastColumn="0" w:noHBand="0" w:noVBand="1"/>
      </w:tblPr>
      <w:tblGrid>
        <w:gridCol w:w="753"/>
        <w:gridCol w:w="1967"/>
        <w:gridCol w:w="1968"/>
        <w:gridCol w:w="1968"/>
        <w:gridCol w:w="1968"/>
        <w:gridCol w:w="1968"/>
      </w:tblGrid>
      <w:tr w:rsidR="00E572C7" w14:paraId="37095862" w14:textId="77777777" w:rsidTr="00E572C7">
        <w:trPr>
          <w:trHeight w:val="542"/>
        </w:trPr>
        <w:tc>
          <w:tcPr>
            <w:tcW w:w="753" w:type="dxa"/>
          </w:tcPr>
          <w:p w14:paraId="4DC7BC0A" w14:textId="77777777" w:rsidR="00E572C7" w:rsidRDefault="00E572C7" w:rsidP="004930BE">
            <w:pPr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967" w:type="dxa"/>
          </w:tcPr>
          <w:p w14:paraId="0285ACBE" w14:textId="77777777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4"/>
                <w:szCs w:val="24"/>
              </w:rPr>
            </w:pPr>
            <w:r w:rsidRPr="004930BE">
              <w:rPr>
                <w:rFonts w:ascii="Delius" w:hAnsi="Delius"/>
                <w:b/>
                <w:bCs/>
                <w:sz w:val="24"/>
                <w:szCs w:val="24"/>
              </w:rPr>
              <w:t>Tégumentaire</w:t>
            </w:r>
          </w:p>
        </w:tc>
        <w:tc>
          <w:tcPr>
            <w:tcW w:w="1968" w:type="dxa"/>
          </w:tcPr>
          <w:p w14:paraId="5D40B815" w14:textId="77777777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4"/>
                <w:szCs w:val="24"/>
              </w:rPr>
            </w:pPr>
            <w:r w:rsidRPr="004930BE">
              <w:rPr>
                <w:rFonts w:ascii="Delius" w:hAnsi="Delius"/>
                <w:b/>
                <w:bCs/>
                <w:sz w:val="24"/>
                <w:szCs w:val="24"/>
              </w:rPr>
              <w:t>Digestif</w:t>
            </w:r>
          </w:p>
        </w:tc>
        <w:tc>
          <w:tcPr>
            <w:tcW w:w="1968" w:type="dxa"/>
          </w:tcPr>
          <w:p w14:paraId="16E2ED47" w14:textId="77777777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4"/>
                <w:szCs w:val="24"/>
              </w:rPr>
            </w:pPr>
            <w:r w:rsidRPr="004930BE">
              <w:rPr>
                <w:rFonts w:ascii="Delius" w:hAnsi="Delius"/>
                <w:b/>
                <w:bCs/>
                <w:sz w:val="24"/>
                <w:szCs w:val="24"/>
              </w:rPr>
              <w:t>Respiratoire</w:t>
            </w:r>
          </w:p>
        </w:tc>
        <w:tc>
          <w:tcPr>
            <w:tcW w:w="1968" w:type="dxa"/>
          </w:tcPr>
          <w:p w14:paraId="1AB579A3" w14:textId="77777777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4"/>
                <w:szCs w:val="24"/>
              </w:rPr>
            </w:pPr>
            <w:r w:rsidRPr="004930BE">
              <w:rPr>
                <w:rFonts w:ascii="Delius" w:hAnsi="Delius"/>
                <w:b/>
                <w:bCs/>
                <w:sz w:val="24"/>
                <w:szCs w:val="24"/>
              </w:rPr>
              <w:t>Circulatoire</w:t>
            </w:r>
          </w:p>
        </w:tc>
        <w:tc>
          <w:tcPr>
            <w:tcW w:w="1968" w:type="dxa"/>
          </w:tcPr>
          <w:p w14:paraId="3F082893" w14:textId="715FE1DF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4"/>
                <w:szCs w:val="24"/>
              </w:rPr>
            </w:pPr>
            <w:r w:rsidRPr="004930BE">
              <w:rPr>
                <w:rFonts w:ascii="Delius" w:hAnsi="Delius"/>
                <w:b/>
                <w:bCs/>
                <w:sz w:val="24"/>
                <w:szCs w:val="24"/>
              </w:rPr>
              <w:t>Locomoteur</w:t>
            </w:r>
          </w:p>
        </w:tc>
      </w:tr>
      <w:tr w:rsidR="00E572C7" w14:paraId="5968F5CB" w14:textId="77777777" w:rsidTr="00E572C7">
        <w:trPr>
          <w:trHeight w:val="542"/>
        </w:trPr>
        <w:tc>
          <w:tcPr>
            <w:tcW w:w="753" w:type="dxa"/>
          </w:tcPr>
          <w:p w14:paraId="7C907E4A" w14:textId="15150EFC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</w:t>
            </w:r>
          </w:p>
        </w:tc>
        <w:tc>
          <w:tcPr>
            <w:tcW w:w="1967" w:type="dxa"/>
          </w:tcPr>
          <w:p w14:paraId="4E49E327" w14:textId="77777777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0"/>
                <w:szCs w:val="20"/>
              </w:rPr>
            </w:pPr>
          </w:p>
        </w:tc>
        <w:tc>
          <w:tcPr>
            <w:tcW w:w="1968" w:type="dxa"/>
          </w:tcPr>
          <w:p w14:paraId="039C3C31" w14:textId="77777777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0"/>
                <w:szCs w:val="20"/>
              </w:rPr>
            </w:pPr>
          </w:p>
        </w:tc>
        <w:tc>
          <w:tcPr>
            <w:tcW w:w="1968" w:type="dxa"/>
          </w:tcPr>
          <w:p w14:paraId="1BBDE24B" w14:textId="77777777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0"/>
                <w:szCs w:val="20"/>
              </w:rPr>
            </w:pPr>
          </w:p>
        </w:tc>
        <w:tc>
          <w:tcPr>
            <w:tcW w:w="1968" w:type="dxa"/>
          </w:tcPr>
          <w:p w14:paraId="5E9F1D74" w14:textId="77777777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0"/>
                <w:szCs w:val="20"/>
              </w:rPr>
            </w:pPr>
          </w:p>
        </w:tc>
        <w:tc>
          <w:tcPr>
            <w:tcW w:w="1968" w:type="dxa"/>
          </w:tcPr>
          <w:p w14:paraId="1939CC8D" w14:textId="77777777" w:rsidR="00E572C7" w:rsidRPr="004930BE" w:rsidRDefault="00E572C7" w:rsidP="004930BE">
            <w:pPr>
              <w:jc w:val="center"/>
              <w:rPr>
                <w:rFonts w:ascii="Delius" w:hAnsi="Delius"/>
                <w:b/>
                <w:bCs/>
                <w:sz w:val="20"/>
                <w:szCs w:val="20"/>
              </w:rPr>
            </w:pPr>
          </w:p>
        </w:tc>
      </w:tr>
      <w:tr w:rsidR="00E572C7" w14:paraId="1ABA6632" w14:textId="77777777" w:rsidTr="00E572C7">
        <w:trPr>
          <w:trHeight w:val="542"/>
        </w:trPr>
        <w:tc>
          <w:tcPr>
            <w:tcW w:w="753" w:type="dxa"/>
          </w:tcPr>
          <w:p w14:paraId="029B665D" w14:textId="581ADB17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</w:t>
            </w:r>
          </w:p>
        </w:tc>
        <w:tc>
          <w:tcPr>
            <w:tcW w:w="1967" w:type="dxa"/>
          </w:tcPr>
          <w:p w14:paraId="1EB2BE2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A3592C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44C6DA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318651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9EAAB4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7FD451D6" w14:textId="77777777" w:rsidTr="00E572C7">
        <w:trPr>
          <w:trHeight w:val="542"/>
        </w:trPr>
        <w:tc>
          <w:tcPr>
            <w:tcW w:w="753" w:type="dxa"/>
          </w:tcPr>
          <w:p w14:paraId="53E801C8" w14:textId="1953D9C6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</w:t>
            </w:r>
          </w:p>
        </w:tc>
        <w:tc>
          <w:tcPr>
            <w:tcW w:w="1967" w:type="dxa"/>
          </w:tcPr>
          <w:p w14:paraId="0699281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CA3599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1B1A76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7705D0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CACE4D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790F0626" w14:textId="77777777" w:rsidTr="00E572C7">
        <w:trPr>
          <w:trHeight w:val="542"/>
        </w:trPr>
        <w:tc>
          <w:tcPr>
            <w:tcW w:w="753" w:type="dxa"/>
          </w:tcPr>
          <w:p w14:paraId="3E40EF57" w14:textId="40D6414B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</w:t>
            </w:r>
          </w:p>
        </w:tc>
        <w:tc>
          <w:tcPr>
            <w:tcW w:w="1967" w:type="dxa"/>
          </w:tcPr>
          <w:p w14:paraId="5C2AAEC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C80E94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8823DD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78AE3B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64F3E2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1719F9CA" w14:textId="77777777" w:rsidTr="00E572C7">
        <w:trPr>
          <w:trHeight w:val="542"/>
        </w:trPr>
        <w:tc>
          <w:tcPr>
            <w:tcW w:w="753" w:type="dxa"/>
          </w:tcPr>
          <w:p w14:paraId="3C9A138A" w14:textId="7693B535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5</w:t>
            </w:r>
          </w:p>
        </w:tc>
        <w:tc>
          <w:tcPr>
            <w:tcW w:w="1967" w:type="dxa"/>
          </w:tcPr>
          <w:p w14:paraId="7DEC5AD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F64DAE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B2F3ED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E8B87D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9E8127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9F44FF7" w14:textId="77777777" w:rsidTr="00E572C7">
        <w:trPr>
          <w:trHeight w:val="542"/>
        </w:trPr>
        <w:tc>
          <w:tcPr>
            <w:tcW w:w="753" w:type="dxa"/>
          </w:tcPr>
          <w:p w14:paraId="178E3867" w14:textId="1B9B9FBA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6</w:t>
            </w:r>
          </w:p>
        </w:tc>
        <w:tc>
          <w:tcPr>
            <w:tcW w:w="1967" w:type="dxa"/>
          </w:tcPr>
          <w:p w14:paraId="4616954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B69475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0E2B53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44DD18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86BC86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1D48B935" w14:textId="77777777" w:rsidTr="00E572C7">
        <w:trPr>
          <w:trHeight w:val="542"/>
        </w:trPr>
        <w:tc>
          <w:tcPr>
            <w:tcW w:w="753" w:type="dxa"/>
          </w:tcPr>
          <w:p w14:paraId="22D1E45E" w14:textId="3C4B6495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7</w:t>
            </w:r>
          </w:p>
        </w:tc>
        <w:tc>
          <w:tcPr>
            <w:tcW w:w="1967" w:type="dxa"/>
          </w:tcPr>
          <w:p w14:paraId="6932A32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6AA8B3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7AC0B6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E3E7EB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E909FA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04D65582" w14:textId="77777777" w:rsidTr="00E572C7">
        <w:trPr>
          <w:trHeight w:val="542"/>
        </w:trPr>
        <w:tc>
          <w:tcPr>
            <w:tcW w:w="753" w:type="dxa"/>
          </w:tcPr>
          <w:p w14:paraId="30F67A87" w14:textId="335E82F1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8</w:t>
            </w:r>
          </w:p>
        </w:tc>
        <w:tc>
          <w:tcPr>
            <w:tcW w:w="1967" w:type="dxa"/>
          </w:tcPr>
          <w:p w14:paraId="7AC7577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C72986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34DF8D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150443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F56ED3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4C54FEA6" w14:textId="77777777" w:rsidTr="00E572C7">
        <w:trPr>
          <w:trHeight w:val="542"/>
        </w:trPr>
        <w:tc>
          <w:tcPr>
            <w:tcW w:w="753" w:type="dxa"/>
          </w:tcPr>
          <w:p w14:paraId="7A6DDAB5" w14:textId="4BD23715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9</w:t>
            </w:r>
          </w:p>
        </w:tc>
        <w:tc>
          <w:tcPr>
            <w:tcW w:w="1967" w:type="dxa"/>
          </w:tcPr>
          <w:p w14:paraId="636C3E5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A9FD7A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12047C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E6D922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C8CB05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7860D6A1" w14:textId="77777777" w:rsidTr="00E572C7">
        <w:trPr>
          <w:trHeight w:val="520"/>
        </w:trPr>
        <w:tc>
          <w:tcPr>
            <w:tcW w:w="753" w:type="dxa"/>
          </w:tcPr>
          <w:p w14:paraId="64F52DA9" w14:textId="16D79815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10</w:t>
            </w:r>
          </w:p>
        </w:tc>
        <w:tc>
          <w:tcPr>
            <w:tcW w:w="1967" w:type="dxa"/>
          </w:tcPr>
          <w:p w14:paraId="2CE59FE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035711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D411E7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63B305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7B9A7A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79D3DCF" w14:textId="77777777" w:rsidTr="00E572C7">
        <w:trPr>
          <w:trHeight w:val="542"/>
        </w:trPr>
        <w:tc>
          <w:tcPr>
            <w:tcW w:w="753" w:type="dxa"/>
          </w:tcPr>
          <w:p w14:paraId="192D20B3" w14:textId="4F0DCD62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11</w:t>
            </w:r>
          </w:p>
        </w:tc>
        <w:tc>
          <w:tcPr>
            <w:tcW w:w="1967" w:type="dxa"/>
          </w:tcPr>
          <w:p w14:paraId="734C453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0087F8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1109C5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54A374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B36927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3DC3516" w14:textId="77777777" w:rsidTr="00E572C7">
        <w:trPr>
          <w:trHeight w:val="542"/>
        </w:trPr>
        <w:tc>
          <w:tcPr>
            <w:tcW w:w="753" w:type="dxa"/>
          </w:tcPr>
          <w:p w14:paraId="2094CF53" w14:textId="3E9826C0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12</w:t>
            </w:r>
          </w:p>
        </w:tc>
        <w:tc>
          <w:tcPr>
            <w:tcW w:w="1967" w:type="dxa"/>
          </w:tcPr>
          <w:p w14:paraId="07E2629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2EE1B7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3A09CC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3ABD53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21E6A2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22DC75A3" w14:textId="77777777" w:rsidTr="00E572C7">
        <w:trPr>
          <w:trHeight w:val="542"/>
        </w:trPr>
        <w:tc>
          <w:tcPr>
            <w:tcW w:w="753" w:type="dxa"/>
          </w:tcPr>
          <w:p w14:paraId="54B0DF17" w14:textId="7A406CF2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13</w:t>
            </w:r>
          </w:p>
        </w:tc>
        <w:tc>
          <w:tcPr>
            <w:tcW w:w="1967" w:type="dxa"/>
          </w:tcPr>
          <w:p w14:paraId="206B4D5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F82261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EFB4DD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9E7028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E580C4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4AB875E3" w14:textId="77777777" w:rsidTr="00E572C7">
        <w:trPr>
          <w:trHeight w:val="542"/>
        </w:trPr>
        <w:tc>
          <w:tcPr>
            <w:tcW w:w="753" w:type="dxa"/>
          </w:tcPr>
          <w:p w14:paraId="4D3F36F7" w14:textId="6D5CC543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14</w:t>
            </w:r>
          </w:p>
        </w:tc>
        <w:tc>
          <w:tcPr>
            <w:tcW w:w="1967" w:type="dxa"/>
          </w:tcPr>
          <w:p w14:paraId="0D2C7D4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ECF7EB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93DDFF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5C6EA1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B10487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1952AD33" w14:textId="77777777" w:rsidTr="00E572C7">
        <w:trPr>
          <w:trHeight w:val="542"/>
        </w:trPr>
        <w:tc>
          <w:tcPr>
            <w:tcW w:w="753" w:type="dxa"/>
          </w:tcPr>
          <w:p w14:paraId="260D469F" w14:textId="32A32812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15</w:t>
            </w:r>
          </w:p>
        </w:tc>
        <w:tc>
          <w:tcPr>
            <w:tcW w:w="1967" w:type="dxa"/>
          </w:tcPr>
          <w:p w14:paraId="665AF6F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AC113D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C23A64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EADE27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FD56A0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7435329D" w14:textId="77777777" w:rsidTr="00E572C7">
        <w:trPr>
          <w:trHeight w:val="542"/>
        </w:trPr>
        <w:tc>
          <w:tcPr>
            <w:tcW w:w="753" w:type="dxa"/>
          </w:tcPr>
          <w:p w14:paraId="0191814E" w14:textId="4CC143B2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16</w:t>
            </w:r>
          </w:p>
        </w:tc>
        <w:tc>
          <w:tcPr>
            <w:tcW w:w="1967" w:type="dxa"/>
          </w:tcPr>
          <w:p w14:paraId="461A3F0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7F0405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6E11E4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553472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6DDC0A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2700B3E4" w14:textId="77777777" w:rsidTr="00E572C7">
        <w:trPr>
          <w:trHeight w:val="542"/>
        </w:trPr>
        <w:tc>
          <w:tcPr>
            <w:tcW w:w="753" w:type="dxa"/>
          </w:tcPr>
          <w:p w14:paraId="7430A61E" w14:textId="455DD1FE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17</w:t>
            </w:r>
          </w:p>
        </w:tc>
        <w:tc>
          <w:tcPr>
            <w:tcW w:w="1967" w:type="dxa"/>
          </w:tcPr>
          <w:p w14:paraId="0961CFF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8736B4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EE7600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D5ADEB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21E7F2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494145B1" w14:textId="77777777" w:rsidTr="00E572C7">
        <w:trPr>
          <w:trHeight w:val="542"/>
        </w:trPr>
        <w:tc>
          <w:tcPr>
            <w:tcW w:w="753" w:type="dxa"/>
          </w:tcPr>
          <w:p w14:paraId="08ACB490" w14:textId="346D6345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18</w:t>
            </w:r>
          </w:p>
        </w:tc>
        <w:tc>
          <w:tcPr>
            <w:tcW w:w="1967" w:type="dxa"/>
          </w:tcPr>
          <w:p w14:paraId="6497A80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9167C8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EB3E1F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5EFBC6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91BC42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547F0E44" w14:textId="77777777" w:rsidTr="00E572C7">
        <w:trPr>
          <w:trHeight w:val="542"/>
        </w:trPr>
        <w:tc>
          <w:tcPr>
            <w:tcW w:w="753" w:type="dxa"/>
          </w:tcPr>
          <w:p w14:paraId="26BB9094" w14:textId="2920CA36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19</w:t>
            </w:r>
          </w:p>
        </w:tc>
        <w:tc>
          <w:tcPr>
            <w:tcW w:w="1967" w:type="dxa"/>
          </w:tcPr>
          <w:p w14:paraId="04A63EE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8C711A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7FD44A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A3FA6C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6EE715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5A2AF798" w14:textId="77777777" w:rsidTr="00E572C7">
        <w:trPr>
          <w:trHeight w:val="542"/>
        </w:trPr>
        <w:tc>
          <w:tcPr>
            <w:tcW w:w="753" w:type="dxa"/>
          </w:tcPr>
          <w:p w14:paraId="288A4C4D" w14:textId="3F195273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20</w:t>
            </w:r>
          </w:p>
        </w:tc>
        <w:tc>
          <w:tcPr>
            <w:tcW w:w="1967" w:type="dxa"/>
          </w:tcPr>
          <w:p w14:paraId="5C9DF22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26077C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9DFAF1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54CB5C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AE5BA5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E9B200E" w14:textId="77777777" w:rsidTr="00E572C7">
        <w:trPr>
          <w:trHeight w:val="542"/>
        </w:trPr>
        <w:tc>
          <w:tcPr>
            <w:tcW w:w="753" w:type="dxa"/>
          </w:tcPr>
          <w:p w14:paraId="22064D31" w14:textId="561FE7A1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21</w:t>
            </w:r>
          </w:p>
        </w:tc>
        <w:tc>
          <w:tcPr>
            <w:tcW w:w="1967" w:type="dxa"/>
          </w:tcPr>
          <w:p w14:paraId="66CC080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C5CA30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8E6022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AED732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2666E1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58CBE278" w14:textId="77777777" w:rsidTr="00E572C7">
        <w:trPr>
          <w:trHeight w:val="542"/>
        </w:trPr>
        <w:tc>
          <w:tcPr>
            <w:tcW w:w="753" w:type="dxa"/>
          </w:tcPr>
          <w:p w14:paraId="1ABA65BA" w14:textId="7DB990F7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22</w:t>
            </w:r>
          </w:p>
        </w:tc>
        <w:tc>
          <w:tcPr>
            <w:tcW w:w="1967" w:type="dxa"/>
          </w:tcPr>
          <w:p w14:paraId="7BDD456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2BC0FB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3B3485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FEA938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52BB50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44563BCC" w14:textId="77777777" w:rsidTr="00E572C7">
        <w:trPr>
          <w:trHeight w:val="542"/>
        </w:trPr>
        <w:tc>
          <w:tcPr>
            <w:tcW w:w="753" w:type="dxa"/>
          </w:tcPr>
          <w:p w14:paraId="2075FC88" w14:textId="0C65C54E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23</w:t>
            </w:r>
          </w:p>
        </w:tc>
        <w:tc>
          <w:tcPr>
            <w:tcW w:w="1967" w:type="dxa"/>
          </w:tcPr>
          <w:p w14:paraId="6965B45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DC52E2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08843E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6A164C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8A5310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49F81539" w14:textId="77777777" w:rsidTr="00E572C7">
        <w:trPr>
          <w:trHeight w:val="542"/>
        </w:trPr>
        <w:tc>
          <w:tcPr>
            <w:tcW w:w="753" w:type="dxa"/>
          </w:tcPr>
          <w:p w14:paraId="23AE112D" w14:textId="6B8E3BAC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24</w:t>
            </w:r>
          </w:p>
        </w:tc>
        <w:tc>
          <w:tcPr>
            <w:tcW w:w="1967" w:type="dxa"/>
          </w:tcPr>
          <w:p w14:paraId="67D59FB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95D54C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C89FE3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4EAF02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40BF66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0A7D064F" w14:textId="77777777" w:rsidTr="00E572C7">
        <w:trPr>
          <w:trHeight w:val="542"/>
        </w:trPr>
        <w:tc>
          <w:tcPr>
            <w:tcW w:w="753" w:type="dxa"/>
          </w:tcPr>
          <w:p w14:paraId="639BC0B1" w14:textId="2F3BFC62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25</w:t>
            </w:r>
          </w:p>
        </w:tc>
        <w:tc>
          <w:tcPr>
            <w:tcW w:w="1967" w:type="dxa"/>
          </w:tcPr>
          <w:p w14:paraId="693C20F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2C9755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5A6E9F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F696E8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AC2492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EDBBC25" w14:textId="77777777" w:rsidTr="00E572C7">
        <w:trPr>
          <w:trHeight w:val="542"/>
        </w:trPr>
        <w:tc>
          <w:tcPr>
            <w:tcW w:w="753" w:type="dxa"/>
          </w:tcPr>
          <w:p w14:paraId="1276FEB6" w14:textId="6BCA968B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lastRenderedPageBreak/>
              <w:t>26</w:t>
            </w:r>
          </w:p>
        </w:tc>
        <w:tc>
          <w:tcPr>
            <w:tcW w:w="1967" w:type="dxa"/>
          </w:tcPr>
          <w:p w14:paraId="7A16410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2C9196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7E18F3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3400D4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B4AC7B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546220F9" w14:textId="77777777" w:rsidTr="00E572C7">
        <w:trPr>
          <w:trHeight w:val="542"/>
        </w:trPr>
        <w:tc>
          <w:tcPr>
            <w:tcW w:w="753" w:type="dxa"/>
          </w:tcPr>
          <w:p w14:paraId="6FB2C353" w14:textId="14987E2A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27</w:t>
            </w:r>
          </w:p>
        </w:tc>
        <w:tc>
          <w:tcPr>
            <w:tcW w:w="1967" w:type="dxa"/>
          </w:tcPr>
          <w:p w14:paraId="37FC4CF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521D62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E2287D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DC30B5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E97E61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0B259FE4" w14:textId="77777777" w:rsidTr="00E572C7">
        <w:trPr>
          <w:trHeight w:val="542"/>
        </w:trPr>
        <w:tc>
          <w:tcPr>
            <w:tcW w:w="753" w:type="dxa"/>
          </w:tcPr>
          <w:p w14:paraId="7FAB31D7" w14:textId="07E2B6AF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28</w:t>
            </w:r>
          </w:p>
        </w:tc>
        <w:tc>
          <w:tcPr>
            <w:tcW w:w="1967" w:type="dxa"/>
          </w:tcPr>
          <w:p w14:paraId="65A4148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2B3FF4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E54C27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4B47B1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AE2D58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3FCB767F" w14:textId="77777777" w:rsidTr="00E572C7">
        <w:trPr>
          <w:trHeight w:val="542"/>
        </w:trPr>
        <w:tc>
          <w:tcPr>
            <w:tcW w:w="753" w:type="dxa"/>
          </w:tcPr>
          <w:p w14:paraId="5E976A8F" w14:textId="1C9A0E0F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29</w:t>
            </w:r>
          </w:p>
        </w:tc>
        <w:tc>
          <w:tcPr>
            <w:tcW w:w="1967" w:type="dxa"/>
          </w:tcPr>
          <w:p w14:paraId="71DFE8F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5F8E64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8A6312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AB810A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2631FE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316BED2" w14:textId="77777777" w:rsidTr="00E572C7">
        <w:trPr>
          <w:trHeight w:val="542"/>
        </w:trPr>
        <w:tc>
          <w:tcPr>
            <w:tcW w:w="753" w:type="dxa"/>
          </w:tcPr>
          <w:p w14:paraId="57C1BAA6" w14:textId="4C594C4F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30</w:t>
            </w:r>
          </w:p>
        </w:tc>
        <w:tc>
          <w:tcPr>
            <w:tcW w:w="1967" w:type="dxa"/>
          </w:tcPr>
          <w:p w14:paraId="3E22588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6AA43C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CF6E6E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70451C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BC22BC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4B5F7E1D" w14:textId="77777777" w:rsidTr="00E572C7">
        <w:trPr>
          <w:trHeight w:val="542"/>
        </w:trPr>
        <w:tc>
          <w:tcPr>
            <w:tcW w:w="753" w:type="dxa"/>
          </w:tcPr>
          <w:p w14:paraId="1DD5355C" w14:textId="333DDB9B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31</w:t>
            </w:r>
          </w:p>
        </w:tc>
        <w:tc>
          <w:tcPr>
            <w:tcW w:w="1967" w:type="dxa"/>
          </w:tcPr>
          <w:p w14:paraId="176CDF6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6C2D86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BF5599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E7AABB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31AEF6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566C8362" w14:textId="77777777" w:rsidTr="00E572C7">
        <w:trPr>
          <w:trHeight w:val="520"/>
        </w:trPr>
        <w:tc>
          <w:tcPr>
            <w:tcW w:w="753" w:type="dxa"/>
          </w:tcPr>
          <w:p w14:paraId="036E0A66" w14:textId="19078CC9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32</w:t>
            </w:r>
          </w:p>
        </w:tc>
        <w:tc>
          <w:tcPr>
            <w:tcW w:w="1967" w:type="dxa"/>
          </w:tcPr>
          <w:p w14:paraId="2F918E0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E03358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C296DB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C62A7B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FC93E6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DD87EED" w14:textId="77777777" w:rsidTr="00E572C7">
        <w:trPr>
          <w:trHeight w:val="542"/>
        </w:trPr>
        <w:tc>
          <w:tcPr>
            <w:tcW w:w="753" w:type="dxa"/>
          </w:tcPr>
          <w:p w14:paraId="47F166F6" w14:textId="06983C78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33</w:t>
            </w:r>
          </w:p>
        </w:tc>
        <w:tc>
          <w:tcPr>
            <w:tcW w:w="1967" w:type="dxa"/>
          </w:tcPr>
          <w:p w14:paraId="1307BEE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B33DEC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FF6C5A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90A2C9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65DF6F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5B3DF41A" w14:textId="77777777" w:rsidTr="00E572C7">
        <w:trPr>
          <w:trHeight w:val="542"/>
        </w:trPr>
        <w:tc>
          <w:tcPr>
            <w:tcW w:w="753" w:type="dxa"/>
          </w:tcPr>
          <w:p w14:paraId="10CAECEC" w14:textId="5AF93C94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34</w:t>
            </w:r>
          </w:p>
        </w:tc>
        <w:tc>
          <w:tcPr>
            <w:tcW w:w="1967" w:type="dxa"/>
          </w:tcPr>
          <w:p w14:paraId="53EFE1B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4B3FED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844E05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55E453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C92150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31EBC91D" w14:textId="77777777" w:rsidTr="00E572C7">
        <w:trPr>
          <w:trHeight w:val="542"/>
        </w:trPr>
        <w:tc>
          <w:tcPr>
            <w:tcW w:w="753" w:type="dxa"/>
          </w:tcPr>
          <w:p w14:paraId="279CA5DF" w14:textId="5DFA866F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35</w:t>
            </w:r>
          </w:p>
        </w:tc>
        <w:tc>
          <w:tcPr>
            <w:tcW w:w="1967" w:type="dxa"/>
          </w:tcPr>
          <w:p w14:paraId="3F9415B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F11955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09B53F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1F031D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6B6126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577BD110" w14:textId="77777777" w:rsidTr="00E572C7">
        <w:trPr>
          <w:trHeight w:val="542"/>
        </w:trPr>
        <w:tc>
          <w:tcPr>
            <w:tcW w:w="753" w:type="dxa"/>
          </w:tcPr>
          <w:p w14:paraId="411550B3" w14:textId="3A92E94C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36</w:t>
            </w:r>
          </w:p>
        </w:tc>
        <w:tc>
          <w:tcPr>
            <w:tcW w:w="1967" w:type="dxa"/>
          </w:tcPr>
          <w:p w14:paraId="69C5B2D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06A33A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54C4FD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B9F60C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C50167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CEC3D5A" w14:textId="77777777" w:rsidTr="00E572C7">
        <w:trPr>
          <w:trHeight w:val="542"/>
        </w:trPr>
        <w:tc>
          <w:tcPr>
            <w:tcW w:w="753" w:type="dxa"/>
          </w:tcPr>
          <w:p w14:paraId="6F084737" w14:textId="554433DD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37</w:t>
            </w:r>
          </w:p>
        </w:tc>
        <w:tc>
          <w:tcPr>
            <w:tcW w:w="1967" w:type="dxa"/>
          </w:tcPr>
          <w:p w14:paraId="2BA0EEE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7F92F2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D92462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F9A2A5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8576C8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4CB6A94B" w14:textId="77777777" w:rsidTr="00E572C7">
        <w:trPr>
          <w:trHeight w:val="542"/>
        </w:trPr>
        <w:tc>
          <w:tcPr>
            <w:tcW w:w="753" w:type="dxa"/>
          </w:tcPr>
          <w:p w14:paraId="783FE525" w14:textId="28826C62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38</w:t>
            </w:r>
          </w:p>
        </w:tc>
        <w:tc>
          <w:tcPr>
            <w:tcW w:w="1967" w:type="dxa"/>
          </w:tcPr>
          <w:p w14:paraId="4646ACA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05B935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42F207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EFCEB6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7E0234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02AE56DC" w14:textId="77777777" w:rsidTr="00E572C7">
        <w:trPr>
          <w:trHeight w:val="542"/>
        </w:trPr>
        <w:tc>
          <w:tcPr>
            <w:tcW w:w="753" w:type="dxa"/>
          </w:tcPr>
          <w:p w14:paraId="287A15EA" w14:textId="3366F674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39</w:t>
            </w:r>
          </w:p>
        </w:tc>
        <w:tc>
          <w:tcPr>
            <w:tcW w:w="1967" w:type="dxa"/>
          </w:tcPr>
          <w:p w14:paraId="6EA77B4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A31921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ABE257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BB121E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56E473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5C33BBA0" w14:textId="77777777" w:rsidTr="00E572C7">
        <w:trPr>
          <w:trHeight w:val="542"/>
        </w:trPr>
        <w:tc>
          <w:tcPr>
            <w:tcW w:w="753" w:type="dxa"/>
          </w:tcPr>
          <w:p w14:paraId="51C8108E" w14:textId="587F6538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40</w:t>
            </w:r>
          </w:p>
        </w:tc>
        <w:tc>
          <w:tcPr>
            <w:tcW w:w="1967" w:type="dxa"/>
          </w:tcPr>
          <w:p w14:paraId="0330086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4C02C9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B7A90E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8155FF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710024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07DF1AD5" w14:textId="77777777" w:rsidTr="00E572C7">
        <w:trPr>
          <w:trHeight w:val="542"/>
        </w:trPr>
        <w:tc>
          <w:tcPr>
            <w:tcW w:w="753" w:type="dxa"/>
          </w:tcPr>
          <w:p w14:paraId="080CD01D" w14:textId="01A18131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41</w:t>
            </w:r>
          </w:p>
        </w:tc>
        <w:tc>
          <w:tcPr>
            <w:tcW w:w="1967" w:type="dxa"/>
          </w:tcPr>
          <w:p w14:paraId="6E9895A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EB19BC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EB1199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B2FDE5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672A98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4DBC72D" w14:textId="77777777" w:rsidTr="00E572C7">
        <w:trPr>
          <w:trHeight w:val="542"/>
        </w:trPr>
        <w:tc>
          <w:tcPr>
            <w:tcW w:w="753" w:type="dxa"/>
          </w:tcPr>
          <w:p w14:paraId="62E89BA3" w14:textId="47D53BFD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42</w:t>
            </w:r>
          </w:p>
        </w:tc>
        <w:tc>
          <w:tcPr>
            <w:tcW w:w="1967" w:type="dxa"/>
          </w:tcPr>
          <w:p w14:paraId="10A7AC5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B8A225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D548D6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FC1261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6FDF4EB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2191D741" w14:textId="77777777" w:rsidTr="00E572C7">
        <w:trPr>
          <w:trHeight w:val="542"/>
        </w:trPr>
        <w:tc>
          <w:tcPr>
            <w:tcW w:w="753" w:type="dxa"/>
          </w:tcPr>
          <w:p w14:paraId="624C6E4D" w14:textId="5DC31EB4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43</w:t>
            </w:r>
          </w:p>
        </w:tc>
        <w:tc>
          <w:tcPr>
            <w:tcW w:w="1967" w:type="dxa"/>
          </w:tcPr>
          <w:p w14:paraId="2930654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0AA1E7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95EEA7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9556BB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D1108F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B690956" w14:textId="77777777" w:rsidTr="00E572C7">
        <w:trPr>
          <w:trHeight w:val="542"/>
        </w:trPr>
        <w:tc>
          <w:tcPr>
            <w:tcW w:w="753" w:type="dxa"/>
          </w:tcPr>
          <w:p w14:paraId="7AF49179" w14:textId="736DCD9B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44</w:t>
            </w:r>
          </w:p>
        </w:tc>
        <w:tc>
          <w:tcPr>
            <w:tcW w:w="1967" w:type="dxa"/>
          </w:tcPr>
          <w:p w14:paraId="137DBA5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9620D9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1B05B5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5ACA0E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AA65DCB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5207D201" w14:textId="77777777" w:rsidTr="00E572C7">
        <w:trPr>
          <w:trHeight w:val="542"/>
        </w:trPr>
        <w:tc>
          <w:tcPr>
            <w:tcW w:w="753" w:type="dxa"/>
          </w:tcPr>
          <w:p w14:paraId="5FC56117" w14:textId="7AC26DC9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45</w:t>
            </w:r>
          </w:p>
        </w:tc>
        <w:tc>
          <w:tcPr>
            <w:tcW w:w="1967" w:type="dxa"/>
          </w:tcPr>
          <w:p w14:paraId="322AAB10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9F15A6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B2525B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B24953A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57DB14E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1C24C1FF" w14:textId="77777777" w:rsidTr="00E572C7">
        <w:trPr>
          <w:trHeight w:val="542"/>
        </w:trPr>
        <w:tc>
          <w:tcPr>
            <w:tcW w:w="753" w:type="dxa"/>
          </w:tcPr>
          <w:p w14:paraId="10421B68" w14:textId="21ADC6B1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46</w:t>
            </w:r>
          </w:p>
        </w:tc>
        <w:tc>
          <w:tcPr>
            <w:tcW w:w="1967" w:type="dxa"/>
          </w:tcPr>
          <w:p w14:paraId="53221FA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F2600D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FFB45D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5B448F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05FF41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242F2E93" w14:textId="77777777" w:rsidTr="00E572C7">
        <w:trPr>
          <w:trHeight w:val="542"/>
        </w:trPr>
        <w:tc>
          <w:tcPr>
            <w:tcW w:w="753" w:type="dxa"/>
          </w:tcPr>
          <w:p w14:paraId="325CC1D3" w14:textId="2C40ACB7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47</w:t>
            </w:r>
          </w:p>
        </w:tc>
        <w:tc>
          <w:tcPr>
            <w:tcW w:w="1967" w:type="dxa"/>
          </w:tcPr>
          <w:p w14:paraId="2B848D8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737222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9261A6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5CF619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7FDEDF7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7A92DDEE" w14:textId="77777777" w:rsidTr="00E572C7">
        <w:trPr>
          <w:trHeight w:val="542"/>
        </w:trPr>
        <w:tc>
          <w:tcPr>
            <w:tcW w:w="753" w:type="dxa"/>
          </w:tcPr>
          <w:p w14:paraId="6056DED6" w14:textId="07A100A5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48</w:t>
            </w:r>
          </w:p>
        </w:tc>
        <w:tc>
          <w:tcPr>
            <w:tcW w:w="1967" w:type="dxa"/>
          </w:tcPr>
          <w:p w14:paraId="7FAF928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D96311F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5E73C8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3096E05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BCE7608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678A1127" w14:textId="77777777" w:rsidTr="00E572C7">
        <w:trPr>
          <w:trHeight w:val="542"/>
        </w:trPr>
        <w:tc>
          <w:tcPr>
            <w:tcW w:w="753" w:type="dxa"/>
          </w:tcPr>
          <w:p w14:paraId="607FD85E" w14:textId="5EDC8418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49</w:t>
            </w:r>
          </w:p>
        </w:tc>
        <w:tc>
          <w:tcPr>
            <w:tcW w:w="1967" w:type="dxa"/>
          </w:tcPr>
          <w:p w14:paraId="239C7C1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55083EC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CE1D637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3EE3E1E2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475D7624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  <w:tr w:rsidR="00E572C7" w14:paraId="3CD4D007" w14:textId="77777777" w:rsidTr="00E572C7">
        <w:trPr>
          <w:trHeight w:val="542"/>
        </w:trPr>
        <w:tc>
          <w:tcPr>
            <w:tcW w:w="753" w:type="dxa"/>
          </w:tcPr>
          <w:p w14:paraId="071404C2" w14:textId="29DDDCBD" w:rsidR="00E572C7" w:rsidRPr="00E572C7" w:rsidRDefault="00E572C7" w:rsidP="004930BE">
            <w:pPr>
              <w:jc w:val="center"/>
              <w:rPr>
                <w:rFonts w:ascii="Delius" w:hAnsi="Delius"/>
                <w:sz w:val="20"/>
                <w:szCs w:val="20"/>
              </w:rPr>
            </w:pPr>
            <w:r w:rsidRPr="00E572C7">
              <w:rPr>
                <w:rFonts w:ascii="Delius" w:hAnsi="Delius"/>
                <w:sz w:val="20"/>
                <w:szCs w:val="20"/>
              </w:rPr>
              <w:t>50</w:t>
            </w:r>
          </w:p>
        </w:tc>
        <w:tc>
          <w:tcPr>
            <w:tcW w:w="1967" w:type="dxa"/>
          </w:tcPr>
          <w:p w14:paraId="26074DF6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14694C9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0BC6A243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5E4BA381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  <w:tc>
          <w:tcPr>
            <w:tcW w:w="1968" w:type="dxa"/>
          </w:tcPr>
          <w:p w14:paraId="16CC75ED" w14:textId="77777777" w:rsidR="00E572C7" w:rsidRPr="00E572C7" w:rsidRDefault="00E572C7" w:rsidP="00E572C7">
            <w:pPr>
              <w:rPr>
                <w:rFonts w:ascii="Delius" w:hAnsi="Delius"/>
                <w:sz w:val="20"/>
                <w:szCs w:val="20"/>
              </w:rPr>
            </w:pPr>
          </w:p>
        </w:tc>
      </w:tr>
    </w:tbl>
    <w:p w14:paraId="518D6FB8" w14:textId="34C3531C" w:rsidR="00E572C7" w:rsidRDefault="00E572C7" w:rsidP="008E06F4">
      <w:pPr>
        <w:rPr>
          <w:rFonts w:ascii="Delius" w:hAnsi="Delius"/>
          <w:sz w:val="24"/>
          <w:szCs w:val="24"/>
        </w:rPr>
      </w:pPr>
    </w:p>
    <w:p w14:paraId="3F197483" w14:textId="77777777" w:rsidR="00E572C7" w:rsidRPr="00340ABC" w:rsidRDefault="00E572C7" w:rsidP="008E06F4">
      <w:pPr>
        <w:rPr>
          <w:rFonts w:ascii="Delius" w:hAnsi="Delius"/>
          <w:sz w:val="24"/>
          <w:szCs w:val="24"/>
        </w:rPr>
      </w:pPr>
    </w:p>
    <w:sectPr w:rsidR="00E572C7" w:rsidRPr="00340ABC" w:rsidSect="00E572C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74BC0" w14:textId="77777777" w:rsidR="005F3237" w:rsidRDefault="005F3237" w:rsidP="006D3CC1">
      <w:pPr>
        <w:spacing w:after="0" w:line="240" w:lineRule="auto"/>
      </w:pPr>
      <w:r>
        <w:separator/>
      </w:r>
    </w:p>
  </w:endnote>
  <w:endnote w:type="continuationSeparator" w:id="0">
    <w:p w14:paraId="5FE6640D" w14:textId="77777777" w:rsidR="005F3237" w:rsidRDefault="005F3237" w:rsidP="006D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02389" w14:textId="1806C9C6" w:rsidR="006D3CC1" w:rsidRDefault="00D951D8" w:rsidP="00AF6D41">
    <w:pPr>
      <w:pStyle w:val="Pieddepage"/>
      <w:jc w:val="right"/>
    </w:pPr>
    <w:r>
      <w:t xml:space="preserve">Eveil </w:t>
    </w:r>
    <w:r w:rsidR="00DB6638">
      <w:t>scientifique</w:t>
    </w:r>
    <w:r>
      <w:t xml:space="preserve"> 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1D42C" w14:textId="77777777" w:rsidR="005F3237" w:rsidRDefault="005F3237" w:rsidP="006D3CC1">
      <w:pPr>
        <w:spacing w:after="0" w:line="240" w:lineRule="auto"/>
      </w:pPr>
      <w:r>
        <w:separator/>
      </w:r>
    </w:p>
  </w:footnote>
  <w:footnote w:type="continuationSeparator" w:id="0">
    <w:p w14:paraId="7CD12A56" w14:textId="77777777" w:rsidR="005F3237" w:rsidRDefault="005F3237" w:rsidP="006D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3B298" w14:textId="77777777" w:rsidR="006D3CC1" w:rsidRDefault="006D3CC1">
    <w:pPr>
      <w:pStyle w:val="En-tte"/>
    </w:pPr>
    <w:r>
      <w:t>Prénom :</w:t>
    </w:r>
  </w:p>
  <w:p w14:paraId="62F75DA3" w14:textId="77777777" w:rsidR="006D3CC1" w:rsidRDefault="006D3CC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E47FC5"/>
    <w:multiLevelType w:val="hybridMultilevel"/>
    <w:tmpl w:val="778CB9FC"/>
    <w:lvl w:ilvl="0" w:tplc="9D4C03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BC"/>
    <w:rsid w:val="000F603B"/>
    <w:rsid w:val="001006AC"/>
    <w:rsid w:val="001325B6"/>
    <w:rsid w:val="00164216"/>
    <w:rsid w:val="00173440"/>
    <w:rsid w:val="00213956"/>
    <w:rsid w:val="0029226B"/>
    <w:rsid w:val="002A7593"/>
    <w:rsid w:val="002E1BA7"/>
    <w:rsid w:val="00340ABC"/>
    <w:rsid w:val="004930BE"/>
    <w:rsid w:val="005620AE"/>
    <w:rsid w:val="005A73BA"/>
    <w:rsid w:val="005F3237"/>
    <w:rsid w:val="006D3CC1"/>
    <w:rsid w:val="007B6F60"/>
    <w:rsid w:val="008E06F4"/>
    <w:rsid w:val="009152E2"/>
    <w:rsid w:val="009B1D8F"/>
    <w:rsid w:val="00AF6D41"/>
    <w:rsid w:val="00B32BC5"/>
    <w:rsid w:val="00C25493"/>
    <w:rsid w:val="00D951D8"/>
    <w:rsid w:val="00DB5032"/>
    <w:rsid w:val="00DB6638"/>
    <w:rsid w:val="00E5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AB303"/>
  <w15:chartTrackingRefBased/>
  <w15:docId w15:val="{50E96BAC-2D71-4E02-B3C7-C78EA3A2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3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3CC1"/>
  </w:style>
  <w:style w:type="paragraph" w:styleId="Pieddepage">
    <w:name w:val="footer"/>
    <w:basedOn w:val="Normal"/>
    <w:link w:val="PieddepageCar"/>
    <w:uiPriority w:val="99"/>
    <w:unhideWhenUsed/>
    <w:rsid w:val="006D3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3CC1"/>
  </w:style>
  <w:style w:type="table" w:styleId="Grilledutableau">
    <w:name w:val="Table Grid"/>
    <w:basedOn w:val="TableauNormal"/>
    <w:uiPriority w:val="39"/>
    <w:rsid w:val="0034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0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emf"/><Relationship Id="rId22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cto\Documents\Mod&#232;les%20Office%20personnalis&#233;s\Ev%20sci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Ev scient</Template>
  <TotalTime>0</TotalTime>
  <Pages>4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Dewailly</dc:creator>
  <cp:keywords/>
  <dc:description/>
  <cp:lastModifiedBy>Victor Dewailly</cp:lastModifiedBy>
  <cp:revision>3</cp:revision>
  <dcterms:created xsi:type="dcterms:W3CDTF">2024-05-31T07:30:00Z</dcterms:created>
  <dcterms:modified xsi:type="dcterms:W3CDTF">2025-05-20T09:30:00Z</dcterms:modified>
</cp:coreProperties>
</file>